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59" w:rsidRPr="006A05B6" w:rsidRDefault="00BD1559" w:rsidP="00744C8B">
      <w:pPr>
        <w:spacing w:line="360" w:lineRule="auto"/>
        <w:rPr>
          <w:b/>
          <w:i/>
          <w:color w:val="FF0000"/>
          <w:sz w:val="28"/>
          <w:szCs w:val="28"/>
        </w:rPr>
      </w:pPr>
    </w:p>
    <w:p w:rsidR="00BD1559" w:rsidRPr="006A05B6" w:rsidRDefault="00BD1559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6A05B6">
        <w:rPr>
          <w:b/>
          <w:i/>
          <w:sz w:val="28"/>
          <w:szCs w:val="28"/>
        </w:rPr>
        <w:t>ANTEMASURATOAREA LUCRARILOR</w:t>
      </w:r>
    </w:p>
    <w:p w:rsidR="00BD1559" w:rsidRPr="006A05B6" w:rsidRDefault="00482778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6A05B6">
        <w:rPr>
          <w:b/>
          <w:i/>
          <w:sz w:val="28"/>
          <w:szCs w:val="28"/>
        </w:rPr>
        <w:t>Reabilitare</w:t>
      </w:r>
      <w:r w:rsidR="00C14880" w:rsidRPr="006A05B6">
        <w:rPr>
          <w:b/>
          <w:i/>
          <w:sz w:val="28"/>
          <w:szCs w:val="28"/>
        </w:rPr>
        <w:t xml:space="preserve"> sistem rutier</w:t>
      </w:r>
      <w:r w:rsidR="0018238E" w:rsidRPr="006A05B6">
        <w:rPr>
          <w:b/>
          <w:i/>
          <w:sz w:val="28"/>
          <w:szCs w:val="28"/>
        </w:rPr>
        <w:t>,</w:t>
      </w:r>
      <w:r w:rsidRPr="006A05B6">
        <w:rPr>
          <w:b/>
          <w:i/>
          <w:sz w:val="28"/>
          <w:szCs w:val="28"/>
        </w:rPr>
        <w:t xml:space="preserve"> Strada</w:t>
      </w:r>
      <w:r w:rsidR="005B3C56" w:rsidRPr="006A05B6">
        <w:rPr>
          <w:b/>
          <w:i/>
          <w:sz w:val="28"/>
          <w:szCs w:val="28"/>
        </w:rPr>
        <w:t xml:space="preserve"> </w:t>
      </w:r>
      <w:r w:rsidR="006A05B6" w:rsidRPr="006A05B6">
        <w:rPr>
          <w:b/>
          <w:i/>
          <w:sz w:val="28"/>
          <w:szCs w:val="28"/>
        </w:rPr>
        <w:t>Migdalului</w:t>
      </w:r>
    </w:p>
    <w:p w:rsidR="00BD1559" w:rsidRPr="006A05B6" w:rsidRDefault="00BD1559" w:rsidP="00BD1559">
      <w:pPr>
        <w:spacing w:line="360" w:lineRule="auto"/>
        <w:rPr>
          <w:sz w:val="24"/>
          <w:szCs w:val="24"/>
        </w:rPr>
      </w:pPr>
      <w:r w:rsidRPr="006A05B6">
        <w:rPr>
          <w:sz w:val="24"/>
          <w:szCs w:val="24"/>
        </w:rPr>
        <w:tab/>
      </w:r>
    </w:p>
    <w:p w:rsidR="00BD1559" w:rsidRPr="006A05B6" w:rsidRDefault="00BD1559" w:rsidP="00BD1559">
      <w:pPr>
        <w:spacing w:line="360" w:lineRule="auto"/>
        <w:rPr>
          <w:sz w:val="24"/>
          <w:szCs w:val="24"/>
        </w:rPr>
      </w:pPr>
      <w:r w:rsidRPr="006A05B6">
        <w:rPr>
          <w:sz w:val="24"/>
          <w:szCs w:val="24"/>
        </w:rPr>
        <w:tab/>
        <w:t>Date initiale:</w:t>
      </w:r>
    </w:p>
    <w:p w:rsidR="00BD1559" w:rsidRPr="006A05B6" w:rsidRDefault="00DB689D" w:rsidP="00BD1559">
      <w:pPr>
        <w:spacing w:line="360" w:lineRule="auto"/>
        <w:rPr>
          <w:sz w:val="24"/>
          <w:szCs w:val="24"/>
        </w:rPr>
      </w:pPr>
      <w:r w:rsidRPr="006A05B6">
        <w:rPr>
          <w:sz w:val="24"/>
          <w:szCs w:val="24"/>
        </w:rPr>
        <w:t>Lungime strada</w:t>
      </w:r>
      <w:r w:rsidR="00BD1559" w:rsidRPr="006A05B6">
        <w:rPr>
          <w:sz w:val="24"/>
          <w:szCs w:val="24"/>
        </w:rPr>
        <w:t xml:space="preserve"> = </w:t>
      </w:r>
      <w:r w:rsidR="006A05B6" w:rsidRPr="006A05B6">
        <w:rPr>
          <w:sz w:val="24"/>
          <w:szCs w:val="24"/>
        </w:rPr>
        <w:t>427</w:t>
      </w:r>
      <w:r w:rsidR="00BD1559" w:rsidRPr="006A05B6">
        <w:rPr>
          <w:sz w:val="24"/>
          <w:szCs w:val="24"/>
        </w:rPr>
        <w:t xml:space="preserve"> m;</w:t>
      </w:r>
    </w:p>
    <w:p w:rsidR="00BD1559" w:rsidRPr="006A05B6" w:rsidRDefault="009811F1" w:rsidP="00BD1559">
      <w:pPr>
        <w:spacing w:line="360" w:lineRule="auto"/>
        <w:rPr>
          <w:sz w:val="24"/>
          <w:szCs w:val="24"/>
        </w:rPr>
      </w:pPr>
      <w:r w:rsidRPr="006A05B6">
        <w:rPr>
          <w:sz w:val="24"/>
          <w:szCs w:val="24"/>
        </w:rPr>
        <w:t>Suprafata carosabila</w:t>
      </w:r>
      <w:r w:rsidR="00BD1559" w:rsidRPr="006A05B6">
        <w:rPr>
          <w:sz w:val="24"/>
          <w:szCs w:val="24"/>
        </w:rPr>
        <w:t xml:space="preserve"> =</w:t>
      </w:r>
      <w:r w:rsidR="006A05B6" w:rsidRPr="006A05B6">
        <w:rPr>
          <w:sz w:val="24"/>
          <w:szCs w:val="24"/>
        </w:rPr>
        <w:t xml:space="preserve"> 3749</w:t>
      </w:r>
      <w:r w:rsidR="00782596" w:rsidRPr="006A05B6">
        <w:rPr>
          <w:sz w:val="24"/>
          <w:szCs w:val="24"/>
        </w:rPr>
        <w:t xml:space="preserve"> </w:t>
      </w:r>
      <w:r w:rsidR="00BD1559" w:rsidRPr="006A05B6">
        <w:rPr>
          <w:sz w:val="24"/>
          <w:szCs w:val="24"/>
        </w:rPr>
        <w:t>m</w:t>
      </w:r>
      <w:r w:rsidRPr="006A05B6">
        <w:rPr>
          <w:sz w:val="24"/>
          <w:szCs w:val="24"/>
        </w:rPr>
        <w:t>p</w:t>
      </w:r>
      <w:r w:rsidR="00F26ECB" w:rsidRPr="006A05B6">
        <w:rPr>
          <w:sz w:val="24"/>
          <w:szCs w:val="24"/>
        </w:rPr>
        <w:t>;</w:t>
      </w:r>
      <w:r w:rsidR="00EA5D7A" w:rsidRPr="006A05B6">
        <w:rPr>
          <w:sz w:val="24"/>
          <w:szCs w:val="24"/>
        </w:rPr>
        <w:tab/>
      </w:r>
    </w:p>
    <w:p w:rsidR="009811F1" w:rsidRPr="006A05B6" w:rsidRDefault="00EA5D7A" w:rsidP="00BD1559">
      <w:pPr>
        <w:spacing w:line="360" w:lineRule="auto"/>
        <w:rPr>
          <w:sz w:val="24"/>
          <w:szCs w:val="24"/>
        </w:rPr>
      </w:pPr>
      <w:r w:rsidRPr="006A05B6">
        <w:rPr>
          <w:sz w:val="24"/>
          <w:szCs w:val="24"/>
        </w:rPr>
        <w:t xml:space="preserve">L borduri mari = </w:t>
      </w:r>
      <w:r w:rsidR="006A05B6" w:rsidRPr="006A05B6">
        <w:rPr>
          <w:sz w:val="24"/>
          <w:szCs w:val="24"/>
        </w:rPr>
        <w:t>900</w:t>
      </w:r>
      <w:r w:rsidR="000D4E7C" w:rsidRPr="006A05B6">
        <w:rPr>
          <w:sz w:val="24"/>
          <w:szCs w:val="24"/>
        </w:rPr>
        <w:t xml:space="preserve"> </w:t>
      </w:r>
      <w:r w:rsidR="009811F1" w:rsidRPr="006A05B6">
        <w:rPr>
          <w:sz w:val="24"/>
          <w:szCs w:val="24"/>
        </w:rPr>
        <w:t>ml</w:t>
      </w:r>
      <w:r w:rsidR="00F26ECB" w:rsidRPr="006A05B6">
        <w:rPr>
          <w:sz w:val="24"/>
          <w:szCs w:val="24"/>
        </w:rPr>
        <w:t>;</w:t>
      </w:r>
    </w:p>
    <w:p w:rsidR="009811F1" w:rsidRPr="006A05B6" w:rsidRDefault="009811F1" w:rsidP="00BD1559">
      <w:pPr>
        <w:spacing w:line="360" w:lineRule="auto"/>
        <w:rPr>
          <w:sz w:val="24"/>
          <w:szCs w:val="24"/>
        </w:rPr>
      </w:pPr>
      <w:r w:rsidRPr="006A05B6">
        <w:rPr>
          <w:sz w:val="24"/>
          <w:szCs w:val="24"/>
        </w:rPr>
        <w:t xml:space="preserve">L borduri mici = </w:t>
      </w:r>
      <w:r w:rsidR="006A05B6" w:rsidRPr="006A05B6">
        <w:rPr>
          <w:sz w:val="24"/>
          <w:szCs w:val="24"/>
        </w:rPr>
        <w:t>887</w:t>
      </w:r>
      <w:r w:rsidR="000D4E7C" w:rsidRPr="006A05B6">
        <w:rPr>
          <w:sz w:val="24"/>
          <w:szCs w:val="24"/>
        </w:rPr>
        <w:t xml:space="preserve"> ml</w:t>
      </w:r>
      <w:r w:rsidR="00F26ECB" w:rsidRPr="006A05B6">
        <w:rPr>
          <w:sz w:val="24"/>
          <w:szCs w:val="24"/>
        </w:rPr>
        <w:t>;</w:t>
      </w:r>
    </w:p>
    <w:p w:rsidR="00F26ECB" w:rsidRPr="006A05B6" w:rsidRDefault="00BD1559" w:rsidP="00BD1559">
      <w:pPr>
        <w:spacing w:line="360" w:lineRule="auto"/>
        <w:rPr>
          <w:sz w:val="24"/>
          <w:szCs w:val="24"/>
        </w:rPr>
      </w:pPr>
      <w:r w:rsidRPr="006A05B6">
        <w:rPr>
          <w:sz w:val="24"/>
          <w:szCs w:val="24"/>
        </w:rPr>
        <w:t xml:space="preserve">Suprafata </w:t>
      </w:r>
      <w:r w:rsidR="009811F1" w:rsidRPr="006A05B6">
        <w:rPr>
          <w:sz w:val="24"/>
          <w:szCs w:val="24"/>
        </w:rPr>
        <w:t>trotuar</w:t>
      </w:r>
      <w:r w:rsidRPr="006A05B6">
        <w:rPr>
          <w:sz w:val="24"/>
          <w:szCs w:val="24"/>
        </w:rPr>
        <w:t xml:space="preserve"> = </w:t>
      </w:r>
      <w:r w:rsidR="006A05B6" w:rsidRPr="006A05B6">
        <w:rPr>
          <w:sz w:val="24"/>
          <w:szCs w:val="24"/>
        </w:rPr>
        <w:t>1921</w:t>
      </w:r>
      <w:r w:rsidRPr="006A05B6">
        <w:rPr>
          <w:sz w:val="24"/>
          <w:szCs w:val="24"/>
        </w:rPr>
        <w:t xml:space="preserve"> m</w:t>
      </w:r>
      <w:r w:rsidR="009811F1" w:rsidRPr="006A05B6">
        <w:rPr>
          <w:sz w:val="24"/>
          <w:szCs w:val="24"/>
        </w:rPr>
        <w:t>p</w:t>
      </w:r>
      <w:r w:rsidR="00EA5D7A" w:rsidRPr="006A05B6">
        <w:rPr>
          <w:sz w:val="24"/>
          <w:szCs w:val="24"/>
        </w:rPr>
        <w:t>;</w:t>
      </w:r>
    </w:p>
    <w:p w:rsidR="00EA5D7A" w:rsidRPr="006A05B6" w:rsidRDefault="00EA5D7A" w:rsidP="00BD1559">
      <w:pPr>
        <w:spacing w:line="360" w:lineRule="auto"/>
        <w:rPr>
          <w:sz w:val="24"/>
          <w:szCs w:val="24"/>
        </w:rPr>
      </w:pPr>
      <w:r w:rsidRPr="006A05B6">
        <w:rPr>
          <w:sz w:val="24"/>
          <w:szCs w:val="24"/>
        </w:rPr>
        <w:t>Suprafata</w:t>
      </w:r>
      <w:r w:rsidR="003B548F" w:rsidRPr="006A05B6">
        <w:rPr>
          <w:sz w:val="24"/>
          <w:szCs w:val="24"/>
        </w:rPr>
        <w:t xml:space="preserve"> strazi</w:t>
      </w:r>
      <w:r w:rsidRPr="006A05B6">
        <w:rPr>
          <w:sz w:val="24"/>
          <w:szCs w:val="24"/>
        </w:rPr>
        <w:t xml:space="preserve"> laterale = </w:t>
      </w:r>
      <w:r w:rsidR="006A05B6" w:rsidRPr="006A05B6">
        <w:rPr>
          <w:sz w:val="24"/>
          <w:szCs w:val="24"/>
        </w:rPr>
        <w:t>159</w:t>
      </w:r>
      <w:r w:rsidRPr="006A05B6">
        <w:rPr>
          <w:sz w:val="24"/>
          <w:szCs w:val="24"/>
        </w:rPr>
        <w:t xml:space="preserve"> mp;</w:t>
      </w:r>
    </w:p>
    <w:p w:rsidR="00EA5D7A" w:rsidRPr="006A05B6" w:rsidRDefault="00EA5D7A" w:rsidP="00BD1559">
      <w:pPr>
        <w:spacing w:line="360" w:lineRule="auto"/>
        <w:rPr>
          <w:color w:val="FF0000"/>
          <w:sz w:val="24"/>
          <w:szCs w:val="24"/>
        </w:rPr>
      </w:pPr>
    </w:p>
    <w:p w:rsidR="00BD1559" w:rsidRPr="007C2DBD" w:rsidRDefault="009811F1" w:rsidP="00BD1559">
      <w:pPr>
        <w:spacing w:line="360" w:lineRule="auto"/>
        <w:jc w:val="center"/>
        <w:rPr>
          <w:sz w:val="32"/>
          <w:szCs w:val="32"/>
        </w:rPr>
      </w:pPr>
      <w:r w:rsidRPr="007C2DBD">
        <w:rPr>
          <w:sz w:val="32"/>
          <w:szCs w:val="32"/>
        </w:rPr>
        <w:t>Lucrari la partea carosabila</w:t>
      </w:r>
    </w:p>
    <w:p w:rsidR="009811F1" w:rsidRPr="007C2DBD" w:rsidRDefault="009811F1" w:rsidP="00BD1559">
      <w:pPr>
        <w:spacing w:line="360" w:lineRule="auto"/>
        <w:jc w:val="center"/>
        <w:rPr>
          <w:sz w:val="24"/>
          <w:szCs w:val="24"/>
        </w:rPr>
      </w:pPr>
    </w:p>
    <w:p w:rsidR="00744C8B" w:rsidRPr="007C2DBD" w:rsidRDefault="00856787" w:rsidP="006A745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7C2DBD">
        <w:rPr>
          <w:sz w:val="24"/>
          <w:szCs w:val="24"/>
        </w:rPr>
        <w:t>Spargerea si desfacerea structurii asfaltice la partea carosabila cu ciocanul pneumatic</w:t>
      </w:r>
      <w:r w:rsidR="006A745B" w:rsidRPr="007C2DBD">
        <w:rPr>
          <w:sz w:val="24"/>
          <w:szCs w:val="24"/>
        </w:rPr>
        <w:t xml:space="preserve">    </w:t>
      </w:r>
      <w:r w:rsidR="00307BD2" w:rsidRPr="007C2DBD">
        <w:rPr>
          <w:sz w:val="24"/>
          <w:szCs w:val="24"/>
        </w:rPr>
        <w:tab/>
      </w:r>
      <w:r w:rsidR="002963E9">
        <w:rPr>
          <w:sz w:val="24"/>
          <w:szCs w:val="24"/>
        </w:rPr>
        <w:t>488</w:t>
      </w:r>
      <w:r w:rsidR="007C2DBD" w:rsidRPr="007C2DBD">
        <w:rPr>
          <w:sz w:val="24"/>
          <w:szCs w:val="24"/>
        </w:rPr>
        <w:t xml:space="preserve"> </w:t>
      </w:r>
      <w:r w:rsidRPr="007C2DBD">
        <w:rPr>
          <w:sz w:val="24"/>
          <w:szCs w:val="24"/>
        </w:rPr>
        <w:t>mc</w:t>
      </w:r>
    </w:p>
    <w:p w:rsidR="005207C6" w:rsidRPr="007C2DBD" w:rsidRDefault="007C2DBD" w:rsidP="005207C6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7C2DBD">
        <w:rPr>
          <w:sz w:val="24"/>
          <w:szCs w:val="24"/>
        </w:rPr>
        <w:t>3749</w:t>
      </w:r>
      <w:r w:rsidR="005207C6" w:rsidRPr="007C2DBD">
        <w:rPr>
          <w:sz w:val="24"/>
          <w:szCs w:val="24"/>
        </w:rPr>
        <w:t xml:space="preserve"> x </w:t>
      </w:r>
      <w:r w:rsidR="002963E9">
        <w:rPr>
          <w:sz w:val="24"/>
          <w:szCs w:val="24"/>
        </w:rPr>
        <w:t>0.13</w:t>
      </w:r>
      <w:r w:rsidR="005207C6" w:rsidRPr="007C2DBD">
        <w:rPr>
          <w:sz w:val="24"/>
          <w:szCs w:val="24"/>
        </w:rPr>
        <w:t xml:space="preserve"> = </w:t>
      </w:r>
      <w:r w:rsidR="002963E9">
        <w:rPr>
          <w:sz w:val="24"/>
          <w:szCs w:val="24"/>
        </w:rPr>
        <w:t>487.37</w:t>
      </w:r>
      <w:r w:rsidR="000C47FA" w:rsidRPr="007C2DBD">
        <w:rPr>
          <w:sz w:val="24"/>
          <w:szCs w:val="24"/>
        </w:rPr>
        <w:t xml:space="preserve"> mc</w:t>
      </w:r>
    </w:p>
    <w:p w:rsidR="00885412" w:rsidRPr="007C2DBD" w:rsidRDefault="00885412" w:rsidP="00D60E0F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7C2DBD">
        <w:rPr>
          <w:sz w:val="24"/>
          <w:szCs w:val="24"/>
        </w:rPr>
        <w:t>Sapatura pana la cota de fundare</w:t>
      </w:r>
      <w:r w:rsidR="00782596" w:rsidRPr="007C2DBD">
        <w:rPr>
          <w:sz w:val="24"/>
          <w:szCs w:val="24"/>
        </w:rPr>
        <w:tab/>
      </w:r>
      <w:r w:rsidR="00782596" w:rsidRPr="007C2DBD">
        <w:rPr>
          <w:sz w:val="24"/>
          <w:szCs w:val="24"/>
        </w:rPr>
        <w:tab/>
      </w:r>
      <w:r w:rsidR="00782596" w:rsidRPr="007C2DBD">
        <w:rPr>
          <w:sz w:val="24"/>
          <w:szCs w:val="24"/>
        </w:rPr>
        <w:tab/>
      </w:r>
      <w:r w:rsidR="00782596" w:rsidRPr="007C2DBD">
        <w:rPr>
          <w:sz w:val="24"/>
          <w:szCs w:val="24"/>
        </w:rPr>
        <w:tab/>
      </w:r>
      <w:r w:rsidR="00782596" w:rsidRPr="007C2DBD">
        <w:rPr>
          <w:sz w:val="24"/>
          <w:szCs w:val="24"/>
        </w:rPr>
        <w:tab/>
      </w:r>
      <w:r w:rsidR="00782596" w:rsidRPr="007C2DBD">
        <w:rPr>
          <w:sz w:val="24"/>
          <w:szCs w:val="24"/>
        </w:rPr>
        <w:tab/>
      </w:r>
      <w:r w:rsidR="00782596" w:rsidRPr="007C2DBD">
        <w:rPr>
          <w:sz w:val="24"/>
          <w:szCs w:val="24"/>
        </w:rPr>
        <w:tab/>
        <w:t xml:space="preserve">       </w:t>
      </w:r>
      <w:r w:rsidR="007C2DBD" w:rsidRPr="007C2DBD">
        <w:rPr>
          <w:sz w:val="24"/>
          <w:szCs w:val="24"/>
        </w:rPr>
        <w:t xml:space="preserve">    2212</w:t>
      </w:r>
      <w:r w:rsidR="000C47FA" w:rsidRPr="007C2DBD">
        <w:rPr>
          <w:sz w:val="24"/>
          <w:szCs w:val="24"/>
        </w:rPr>
        <w:t xml:space="preserve"> mc</w:t>
      </w:r>
    </w:p>
    <w:p w:rsidR="00885412" w:rsidRPr="007C2DBD" w:rsidRDefault="007C2DBD" w:rsidP="005207C6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7C2DBD">
        <w:rPr>
          <w:sz w:val="24"/>
          <w:szCs w:val="24"/>
        </w:rPr>
        <w:t>3749</w:t>
      </w:r>
      <w:r w:rsidR="00885412" w:rsidRPr="007C2DBD">
        <w:rPr>
          <w:sz w:val="24"/>
          <w:szCs w:val="24"/>
        </w:rPr>
        <w:t xml:space="preserve"> x </w:t>
      </w:r>
      <w:r w:rsidR="00782596" w:rsidRPr="007C2DBD">
        <w:rPr>
          <w:sz w:val="24"/>
          <w:szCs w:val="24"/>
        </w:rPr>
        <w:t>0.59</w:t>
      </w:r>
      <w:r w:rsidR="005207C6" w:rsidRPr="007C2DBD">
        <w:rPr>
          <w:sz w:val="24"/>
          <w:szCs w:val="24"/>
        </w:rPr>
        <w:t xml:space="preserve"> = </w:t>
      </w:r>
      <w:r w:rsidRPr="007C2DBD">
        <w:rPr>
          <w:sz w:val="24"/>
          <w:szCs w:val="24"/>
        </w:rPr>
        <w:t>2211.91</w:t>
      </w:r>
      <w:r w:rsidR="005207C6" w:rsidRPr="007C2DBD">
        <w:rPr>
          <w:sz w:val="24"/>
          <w:szCs w:val="24"/>
        </w:rPr>
        <w:t xml:space="preserve"> mc</w:t>
      </w:r>
    </w:p>
    <w:p w:rsidR="00A01A10" w:rsidRPr="007C2DBD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7C2DBD">
        <w:rPr>
          <w:sz w:val="24"/>
          <w:szCs w:val="24"/>
        </w:rPr>
        <w:t>Substrat de nisip, 10 cm grosime</w:t>
      </w:r>
      <w:r w:rsidRPr="007C2DBD">
        <w:rPr>
          <w:sz w:val="24"/>
          <w:szCs w:val="24"/>
        </w:rPr>
        <w:tab/>
      </w:r>
      <w:r w:rsidRPr="007C2DBD">
        <w:rPr>
          <w:sz w:val="24"/>
          <w:szCs w:val="24"/>
        </w:rPr>
        <w:tab/>
      </w:r>
      <w:r w:rsidRPr="007C2DBD">
        <w:rPr>
          <w:sz w:val="24"/>
          <w:szCs w:val="24"/>
        </w:rPr>
        <w:tab/>
      </w:r>
      <w:r w:rsidRPr="007C2DBD">
        <w:rPr>
          <w:sz w:val="24"/>
          <w:szCs w:val="24"/>
        </w:rPr>
        <w:tab/>
      </w:r>
      <w:r w:rsidRPr="007C2DBD">
        <w:rPr>
          <w:sz w:val="24"/>
          <w:szCs w:val="24"/>
        </w:rPr>
        <w:tab/>
      </w:r>
      <w:r w:rsidRPr="007C2DBD">
        <w:rPr>
          <w:sz w:val="24"/>
          <w:szCs w:val="24"/>
        </w:rPr>
        <w:tab/>
      </w:r>
      <w:r w:rsidR="008A2E7F" w:rsidRPr="007C2DBD">
        <w:rPr>
          <w:sz w:val="24"/>
          <w:szCs w:val="24"/>
        </w:rPr>
        <w:tab/>
        <w:t xml:space="preserve">          </w:t>
      </w:r>
      <w:r w:rsidR="00307BD2" w:rsidRPr="007C2DBD">
        <w:rPr>
          <w:sz w:val="24"/>
          <w:szCs w:val="24"/>
        </w:rPr>
        <w:tab/>
        <w:t xml:space="preserve"> </w:t>
      </w:r>
      <w:r w:rsidR="007C2DBD" w:rsidRPr="007C2DBD">
        <w:rPr>
          <w:sz w:val="24"/>
          <w:szCs w:val="24"/>
        </w:rPr>
        <w:t>375</w:t>
      </w:r>
      <w:r w:rsidR="00782596" w:rsidRPr="007C2DBD">
        <w:rPr>
          <w:sz w:val="24"/>
          <w:szCs w:val="24"/>
        </w:rPr>
        <w:t xml:space="preserve"> </w:t>
      </w:r>
      <w:r w:rsidRPr="007C2DBD">
        <w:rPr>
          <w:sz w:val="24"/>
          <w:szCs w:val="24"/>
        </w:rPr>
        <w:t>mc</w:t>
      </w:r>
    </w:p>
    <w:p w:rsidR="00A01A10" w:rsidRPr="007C2DBD" w:rsidRDefault="007C2DBD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7C2DBD">
        <w:rPr>
          <w:sz w:val="24"/>
          <w:szCs w:val="24"/>
        </w:rPr>
        <w:t>3749</w:t>
      </w:r>
      <w:r w:rsidR="00A01A10" w:rsidRPr="007C2DBD">
        <w:rPr>
          <w:sz w:val="24"/>
          <w:szCs w:val="24"/>
        </w:rPr>
        <w:t xml:space="preserve"> x 0.10 = </w:t>
      </w:r>
      <w:r w:rsidRPr="007C2DBD">
        <w:rPr>
          <w:sz w:val="24"/>
          <w:szCs w:val="24"/>
        </w:rPr>
        <w:t>374.9</w:t>
      </w:r>
      <w:r w:rsidR="00A01A10" w:rsidRPr="007C2DBD">
        <w:rPr>
          <w:sz w:val="24"/>
          <w:szCs w:val="24"/>
        </w:rPr>
        <w:t xml:space="preserve"> mc</w:t>
      </w:r>
    </w:p>
    <w:p w:rsidR="00A01A10" w:rsidRPr="002963E9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963E9">
        <w:rPr>
          <w:sz w:val="24"/>
          <w:szCs w:val="24"/>
        </w:rPr>
        <w:t>Fundatie de balast, 25 cm grosime</w:t>
      </w:r>
      <w:r w:rsidRPr="002963E9">
        <w:rPr>
          <w:sz w:val="24"/>
          <w:szCs w:val="24"/>
        </w:rPr>
        <w:tab/>
      </w:r>
      <w:r w:rsidRPr="002963E9">
        <w:rPr>
          <w:sz w:val="24"/>
          <w:szCs w:val="24"/>
        </w:rPr>
        <w:tab/>
      </w:r>
      <w:r w:rsidRPr="002963E9">
        <w:rPr>
          <w:sz w:val="24"/>
          <w:szCs w:val="24"/>
        </w:rPr>
        <w:tab/>
      </w:r>
      <w:r w:rsidRPr="002963E9">
        <w:rPr>
          <w:sz w:val="24"/>
          <w:szCs w:val="24"/>
        </w:rPr>
        <w:tab/>
      </w:r>
      <w:r w:rsidRPr="002963E9">
        <w:rPr>
          <w:sz w:val="24"/>
          <w:szCs w:val="24"/>
        </w:rPr>
        <w:tab/>
      </w:r>
      <w:r w:rsidRPr="002963E9">
        <w:rPr>
          <w:sz w:val="24"/>
          <w:szCs w:val="24"/>
        </w:rPr>
        <w:tab/>
      </w:r>
      <w:r w:rsidR="008A2E7F" w:rsidRPr="002963E9">
        <w:rPr>
          <w:sz w:val="24"/>
          <w:szCs w:val="24"/>
        </w:rPr>
        <w:tab/>
        <w:t xml:space="preserve">         </w:t>
      </w:r>
      <w:r w:rsidR="00307BD2" w:rsidRPr="002963E9">
        <w:rPr>
          <w:sz w:val="24"/>
          <w:szCs w:val="24"/>
        </w:rPr>
        <w:tab/>
      </w:r>
      <w:r w:rsidR="008A2E7F" w:rsidRPr="002963E9">
        <w:rPr>
          <w:sz w:val="24"/>
          <w:szCs w:val="24"/>
        </w:rPr>
        <w:t xml:space="preserve"> </w:t>
      </w:r>
      <w:r w:rsidR="002963E9" w:rsidRPr="002963E9">
        <w:rPr>
          <w:sz w:val="24"/>
          <w:szCs w:val="24"/>
        </w:rPr>
        <w:t>938</w:t>
      </w:r>
      <w:r w:rsidRPr="002963E9">
        <w:rPr>
          <w:sz w:val="24"/>
          <w:szCs w:val="24"/>
        </w:rPr>
        <w:t xml:space="preserve"> mc</w:t>
      </w:r>
    </w:p>
    <w:p w:rsidR="00A01A10" w:rsidRPr="002963E9" w:rsidRDefault="002963E9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2963E9">
        <w:rPr>
          <w:sz w:val="24"/>
          <w:szCs w:val="24"/>
        </w:rPr>
        <w:t>3749</w:t>
      </w:r>
      <w:r w:rsidR="00782596" w:rsidRPr="002963E9">
        <w:rPr>
          <w:sz w:val="24"/>
          <w:szCs w:val="24"/>
        </w:rPr>
        <w:t xml:space="preserve"> x 0.25 = </w:t>
      </w:r>
      <w:r w:rsidRPr="002963E9">
        <w:rPr>
          <w:sz w:val="24"/>
          <w:szCs w:val="24"/>
        </w:rPr>
        <w:t>937.25</w:t>
      </w:r>
      <w:r w:rsidR="00A01A10" w:rsidRPr="002963E9">
        <w:rPr>
          <w:sz w:val="24"/>
          <w:szCs w:val="24"/>
        </w:rPr>
        <w:t xml:space="preserve"> mc</w:t>
      </w:r>
    </w:p>
    <w:p w:rsidR="009811F1" w:rsidRPr="002963E9" w:rsidRDefault="00744C8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963E9">
        <w:rPr>
          <w:sz w:val="24"/>
          <w:szCs w:val="24"/>
        </w:rPr>
        <w:t>Strat de piat</w:t>
      </w:r>
      <w:r w:rsidR="00481767" w:rsidRPr="002963E9">
        <w:rPr>
          <w:sz w:val="24"/>
          <w:szCs w:val="24"/>
        </w:rPr>
        <w:t xml:space="preserve">ra sparta, </w:t>
      </w:r>
      <w:r w:rsidR="008A2E7F" w:rsidRPr="002963E9">
        <w:rPr>
          <w:sz w:val="24"/>
          <w:szCs w:val="24"/>
        </w:rPr>
        <w:t>15</w:t>
      </w:r>
      <w:r w:rsidR="00481767" w:rsidRPr="002963E9">
        <w:rPr>
          <w:sz w:val="24"/>
          <w:szCs w:val="24"/>
        </w:rPr>
        <w:t xml:space="preserve"> cm grosime</w:t>
      </w:r>
      <w:r w:rsidR="00481767" w:rsidRPr="002963E9">
        <w:rPr>
          <w:sz w:val="24"/>
          <w:szCs w:val="24"/>
        </w:rPr>
        <w:tab/>
      </w:r>
      <w:r w:rsidR="00481767" w:rsidRPr="002963E9">
        <w:rPr>
          <w:sz w:val="24"/>
          <w:szCs w:val="24"/>
        </w:rPr>
        <w:tab/>
      </w:r>
      <w:r w:rsidR="00481767" w:rsidRPr="002963E9">
        <w:rPr>
          <w:sz w:val="24"/>
          <w:szCs w:val="24"/>
        </w:rPr>
        <w:tab/>
      </w:r>
      <w:r w:rsidR="00481767" w:rsidRPr="002963E9">
        <w:rPr>
          <w:sz w:val="24"/>
          <w:szCs w:val="24"/>
        </w:rPr>
        <w:tab/>
      </w:r>
      <w:r w:rsidR="00481767" w:rsidRPr="002963E9">
        <w:rPr>
          <w:sz w:val="24"/>
          <w:szCs w:val="24"/>
        </w:rPr>
        <w:tab/>
      </w:r>
      <w:r w:rsidR="00481767" w:rsidRPr="002963E9">
        <w:rPr>
          <w:sz w:val="24"/>
          <w:szCs w:val="24"/>
        </w:rPr>
        <w:tab/>
      </w:r>
      <w:r w:rsidR="008A2E7F" w:rsidRPr="002963E9">
        <w:rPr>
          <w:sz w:val="24"/>
          <w:szCs w:val="24"/>
        </w:rPr>
        <w:t xml:space="preserve">          </w:t>
      </w:r>
      <w:r w:rsidR="00307BD2" w:rsidRPr="002963E9">
        <w:rPr>
          <w:sz w:val="24"/>
          <w:szCs w:val="24"/>
        </w:rPr>
        <w:tab/>
      </w:r>
      <w:r w:rsidR="002963E9" w:rsidRPr="002963E9">
        <w:rPr>
          <w:sz w:val="24"/>
          <w:szCs w:val="24"/>
        </w:rPr>
        <w:t>563</w:t>
      </w:r>
      <w:r w:rsidR="009811F1" w:rsidRPr="002963E9">
        <w:rPr>
          <w:sz w:val="24"/>
          <w:szCs w:val="24"/>
        </w:rPr>
        <w:t xml:space="preserve"> mc</w:t>
      </w:r>
    </w:p>
    <w:p w:rsidR="009811F1" w:rsidRPr="002963E9" w:rsidRDefault="002963E9" w:rsidP="00744C8B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2963E9">
        <w:rPr>
          <w:sz w:val="24"/>
          <w:szCs w:val="24"/>
        </w:rPr>
        <w:t>3749</w:t>
      </w:r>
      <w:r w:rsidR="008A2E7F" w:rsidRPr="002963E9">
        <w:rPr>
          <w:sz w:val="24"/>
          <w:szCs w:val="24"/>
        </w:rPr>
        <w:t xml:space="preserve"> x 0.15</w:t>
      </w:r>
      <w:r w:rsidR="00481767" w:rsidRPr="002963E9">
        <w:rPr>
          <w:sz w:val="24"/>
          <w:szCs w:val="24"/>
        </w:rPr>
        <w:t xml:space="preserve"> = </w:t>
      </w:r>
      <w:r w:rsidRPr="002963E9">
        <w:rPr>
          <w:sz w:val="24"/>
          <w:szCs w:val="24"/>
        </w:rPr>
        <w:t>562.35</w:t>
      </w:r>
      <w:r w:rsidR="009811F1" w:rsidRPr="002963E9">
        <w:rPr>
          <w:sz w:val="24"/>
          <w:szCs w:val="24"/>
        </w:rPr>
        <w:t xml:space="preserve"> mc</w:t>
      </w:r>
    </w:p>
    <w:p w:rsidR="009811F1" w:rsidRPr="00ED0008" w:rsidRDefault="009811F1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D0008">
        <w:rPr>
          <w:sz w:val="24"/>
          <w:szCs w:val="24"/>
        </w:rPr>
        <w:t xml:space="preserve">Curatare – amorsare </w:t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="00151C5B" w:rsidRPr="00ED0008">
        <w:rPr>
          <w:sz w:val="24"/>
          <w:szCs w:val="24"/>
        </w:rPr>
        <w:t xml:space="preserve">        </w:t>
      </w:r>
      <w:r w:rsidR="00307BD2" w:rsidRPr="00ED0008">
        <w:rPr>
          <w:sz w:val="24"/>
          <w:szCs w:val="24"/>
        </w:rPr>
        <w:t xml:space="preserve">   </w:t>
      </w:r>
      <w:r w:rsidR="00ED0008" w:rsidRPr="00ED0008">
        <w:rPr>
          <w:sz w:val="24"/>
          <w:szCs w:val="24"/>
        </w:rPr>
        <w:t>3749</w:t>
      </w:r>
      <w:r w:rsidR="00744C8B" w:rsidRPr="00ED0008">
        <w:rPr>
          <w:sz w:val="24"/>
          <w:szCs w:val="24"/>
        </w:rPr>
        <w:t xml:space="preserve"> </w:t>
      </w:r>
      <w:r w:rsidRPr="00ED0008">
        <w:rPr>
          <w:sz w:val="24"/>
          <w:szCs w:val="24"/>
        </w:rPr>
        <w:t>mp</w:t>
      </w:r>
    </w:p>
    <w:p w:rsidR="00EF764B" w:rsidRPr="00ED0008" w:rsidRDefault="00151C5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D0008">
        <w:rPr>
          <w:sz w:val="24"/>
          <w:szCs w:val="24"/>
        </w:rPr>
        <w:t>Asternere binder BAD 25, 5</w:t>
      </w:r>
      <w:r w:rsidR="00EF764B" w:rsidRPr="00ED0008">
        <w:rPr>
          <w:sz w:val="24"/>
          <w:szCs w:val="24"/>
        </w:rPr>
        <w:t xml:space="preserve"> cm grosime </w:t>
      </w:r>
      <w:r w:rsidR="00EF764B" w:rsidRPr="00ED0008">
        <w:rPr>
          <w:sz w:val="24"/>
          <w:szCs w:val="24"/>
        </w:rPr>
        <w:tab/>
      </w:r>
      <w:r w:rsidR="00EF764B" w:rsidRPr="00ED0008">
        <w:rPr>
          <w:sz w:val="24"/>
          <w:szCs w:val="24"/>
        </w:rPr>
        <w:tab/>
      </w:r>
      <w:r w:rsidR="00EF764B" w:rsidRPr="00ED0008">
        <w:rPr>
          <w:sz w:val="24"/>
          <w:szCs w:val="24"/>
        </w:rPr>
        <w:tab/>
      </w:r>
      <w:r w:rsidR="00EF764B" w:rsidRPr="00ED0008">
        <w:rPr>
          <w:sz w:val="24"/>
          <w:szCs w:val="24"/>
        </w:rPr>
        <w:tab/>
      </w:r>
      <w:r w:rsidR="00EF764B" w:rsidRPr="00ED0008">
        <w:rPr>
          <w:sz w:val="24"/>
          <w:szCs w:val="24"/>
        </w:rPr>
        <w:tab/>
      </w:r>
      <w:r w:rsidR="00744C8B"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="00ED0008" w:rsidRPr="00ED0008">
        <w:rPr>
          <w:sz w:val="24"/>
          <w:szCs w:val="24"/>
        </w:rPr>
        <w:t>450</w:t>
      </w:r>
      <w:r w:rsidR="00E70F73" w:rsidRPr="00ED0008">
        <w:rPr>
          <w:sz w:val="24"/>
          <w:szCs w:val="24"/>
        </w:rPr>
        <w:t xml:space="preserve"> </w:t>
      </w:r>
      <w:r w:rsidR="00EF764B" w:rsidRPr="00ED0008">
        <w:rPr>
          <w:sz w:val="24"/>
          <w:szCs w:val="24"/>
        </w:rPr>
        <w:t>t</w:t>
      </w:r>
    </w:p>
    <w:p w:rsidR="00EF764B" w:rsidRPr="00ED0008" w:rsidRDefault="00ED0008" w:rsidP="00A66DA8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ED0008">
        <w:rPr>
          <w:sz w:val="24"/>
          <w:szCs w:val="24"/>
        </w:rPr>
        <w:t>3749</w:t>
      </w:r>
      <w:r w:rsidR="00151C5B" w:rsidRPr="00ED0008">
        <w:rPr>
          <w:sz w:val="24"/>
          <w:szCs w:val="24"/>
        </w:rPr>
        <w:t xml:space="preserve"> x 0.05</w:t>
      </w:r>
      <w:r w:rsidR="00EF764B" w:rsidRPr="00ED0008">
        <w:rPr>
          <w:sz w:val="24"/>
          <w:szCs w:val="24"/>
        </w:rPr>
        <w:t xml:space="preserve">  x 2.4 </w:t>
      </w:r>
      <w:r w:rsidR="00E70F73" w:rsidRPr="00ED0008">
        <w:rPr>
          <w:sz w:val="24"/>
          <w:szCs w:val="24"/>
        </w:rPr>
        <w:t xml:space="preserve">= </w:t>
      </w:r>
      <w:r w:rsidRPr="00ED0008">
        <w:rPr>
          <w:sz w:val="24"/>
          <w:szCs w:val="24"/>
        </w:rPr>
        <w:t>449.88</w:t>
      </w:r>
      <w:r w:rsidR="00EF764B" w:rsidRPr="00ED0008">
        <w:rPr>
          <w:sz w:val="24"/>
          <w:szCs w:val="24"/>
        </w:rPr>
        <w:t xml:space="preserve"> t</w:t>
      </w:r>
    </w:p>
    <w:p w:rsidR="00EF764B" w:rsidRPr="00ED0008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D0008">
        <w:rPr>
          <w:sz w:val="24"/>
          <w:szCs w:val="24"/>
        </w:rPr>
        <w:t>Curatare – amorsare</w:t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="00744C8B" w:rsidRPr="00ED0008">
        <w:rPr>
          <w:sz w:val="24"/>
          <w:szCs w:val="24"/>
        </w:rPr>
        <w:tab/>
      </w:r>
      <w:r w:rsidR="00151C5B" w:rsidRPr="00ED0008">
        <w:rPr>
          <w:sz w:val="24"/>
          <w:szCs w:val="24"/>
        </w:rPr>
        <w:t xml:space="preserve">       </w:t>
      </w:r>
      <w:r w:rsidR="00307BD2" w:rsidRPr="00ED0008">
        <w:rPr>
          <w:sz w:val="24"/>
          <w:szCs w:val="24"/>
        </w:rPr>
        <w:t xml:space="preserve">    </w:t>
      </w:r>
      <w:r w:rsidR="00ED0008" w:rsidRPr="00ED0008">
        <w:rPr>
          <w:sz w:val="24"/>
          <w:szCs w:val="24"/>
        </w:rPr>
        <w:t>3749</w:t>
      </w:r>
      <w:r w:rsidR="00307BD2" w:rsidRPr="00ED0008">
        <w:rPr>
          <w:sz w:val="24"/>
          <w:szCs w:val="24"/>
        </w:rPr>
        <w:t xml:space="preserve"> </w:t>
      </w:r>
      <w:r w:rsidRPr="00ED0008">
        <w:rPr>
          <w:sz w:val="24"/>
          <w:szCs w:val="24"/>
        </w:rPr>
        <w:t>mp</w:t>
      </w:r>
    </w:p>
    <w:p w:rsidR="00A66DA8" w:rsidRDefault="00EF764B" w:rsidP="00A9648A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D0008">
        <w:rPr>
          <w:sz w:val="24"/>
          <w:szCs w:val="24"/>
        </w:rPr>
        <w:t>Strat de uzura BA16, h=4 cm grosime</w:t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Pr="00ED0008">
        <w:rPr>
          <w:sz w:val="24"/>
          <w:szCs w:val="24"/>
        </w:rPr>
        <w:tab/>
      </w:r>
      <w:r w:rsidR="00744C8B" w:rsidRPr="00ED0008">
        <w:rPr>
          <w:sz w:val="24"/>
          <w:szCs w:val="24"/>
        </w:rPr>
        <w:tab/>
      </w:r>
      <w:r w:rsidR="00151C5B" w:rsidRPr="00ED0008">
        <w:rPr>
          <w:sz w:val="24"/>
          <w:szCs w:val="24"/>
        </w:rPr>
        <w:t xml:space="preserve">        </w:t>
      </w:r>
      <w:r w:rsidR="00307BD2" w:rsidRPr="00ED0008">
        <w:rPr>
          <w:sz w:val="24"/>
          <w:szCs w:val="24"/>
        </w:rPr>
        <w:t xml:space="preserve">   </w:t>
      </w:r>
      <w:r w:rsidR="00ED0008" w:rsidRPr="00ED0008">
        <w:rPr>
          <w:sz w:val="24"/>
          <w:szCs w:val="24"/>
        </w:rPr>
        <w:t xml:space="preserve">3749 </w:t>
      </w:r>
      <w:r w:rsidRPr="00ED0008">
        <w:rPr>
          <w:sz w:val="24"/>
          <w:szCs w:val="24"/>
        </w:rPr>
        <w:t>mp</w:t>
      </w:r>
    </w:p>
    <w:p w:rsidR="00A9648A" w:rsidRDefault="00A9648A" w:rsidP="00A9648A">
      <w:pPr>
        <w:spacing w:line="360" w:lineRule="auto"/>
        <w:jc w:val="both"/>
        <w:rPr>
          <w:sz w:val="24"/>
          <w:szCs w:val="24"/>
        </w:rPr>
      </w:pPr>
    </w:p>
    <w:p w:rsidR="00A9648A" w:rsidRDefault="00A9648A" w:rsidP="00A9648A">
      <w:pPr>
        <w:spacing w:line="360" w:lineRule="auto"/>
        <w:jc w:val="both"/>
        <w:rPr>
          <w:sz w:val="24"/>
          <w:szCs w:val="24"/>
        </w:rPr>
      </w:pPr>
    </w:p>
    <w:p w:rsidR="00A9648A" w:rsidRDefault="00A9648A" w:rsidP="00A9648A">
      <w:pPr>
        <w:spacing w:line="360" w:lineRule="auto"/>
        <w:jc w:val="both"/>
        <w:rPr>
          <w:sz w:val="24"/>
          <w:szCs w:val="24"/>
        </w:rPr>
      </w:pPr>
    </w:p>
    <w:p w:rsidR="00A9648A" w:rsidRPr="00A9648A" w:rsidRDefault="00A9648A" w:rsidP="00A9648A">
      <w:pPr>
        <w:spacing w:line="360" w:lineRule="auto"/>
        <w:jc w:val="both"/>
        <w:rPr>
          <w:sz w:val="24"/>
          <w:szCs w:val="24"/>
        </w:rPr>
      </w:pPr>
    </w:p>
    <w:p w:rsidR="00A66DA8" w:rsidRPr="006A05B6" w:rsidRDefault="00A66DA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EF764B" w:rsidRPr="00027A16" w:rsidRDefault="00BD1559" w:rsidP="00EF764B">
      <w:pPr>
        <w:spacing w:line="360" w:lineRule="auto"/>
        <w:jc w:val="center"/>
        <w:rPr>
          <w:sz w:val="32"/>
          <w:szCs w:val="32"/>
        </w:rPr>
      </w:pPr>
      <w:r w:rsidRPr="00027A16">
        <w:rPr>
          <w:sz w:val="24"/>
          <w:szCs w:val="24"/>
        </w:rPr>
        <w:lastRenderedPageBreak/>
        <w:tab/>
      </w:r>
      <w:r w:rsidR="00EF764B" w:rsidRPr="00027A16">
        <w:rPr>
          <w:sz w:val="32"/>
          <w:szCs w:val="32"/>
        </w:rPr>
        <w:t>Lucrari la trotuare</w:t>
      </w:r>
    </w:p>
    <w:p w:rsidR="00EF764B" w:rsidRPr="00027A16" w:rsidRDefault="00EF764B" w:rsidP="00EF764B">
      <w:pPr>
        <w:spacing w:line="360" w:lineRule="auto"/>
        <w:jc w:val="center"/>
        <w:rPr>
          <w:sz w:val="24"/>
          <w:szCs w:val="24"/>
        </w:rPr>
      </w:pPr>
    </w:p>
    <w:p w:rsidR="00965454" w:rsidRPr="00027A16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027A16">
        <w:rPr>
          <w:sz w:val="24"/>
          <w:szCs w:val="24"/>
        </w:rPr>
        <w:t xml:space="preserve">Spargerea si desfacerea </w:t>
      </w:r>
      <w:r w:rsidR="000D46F3" w:rsidRPr="00027A16">
        <w:rPr>
          <w:sz w:val="24"/>
          <w:szCs w:val="24"/>
        </w:rPr>
        <w:t xml:space="preserve">betonului </w:t>
      </w:r>
      <w:r w:rsidR="00027A16" w:rsidRPr="00027A16">
        <w:rPr>
          <w:sz w:val="24"/>
          <w:szCs w:val="24"/>
        </w:rPr>
        <w:t>asfaltic</w:t>
      </w:r>
      <w:r w:rsidRPr="00027A16">
        <w:rPr>
          <w:sz w:val="24"/>
          <w:szCs w:val="24"/>
        </w:rPr>
        <w:t xml:space="preserve"> la trotuare cu ciocanul pneumati</w:t>
      </w:r>
      <w:r w:rsidR="000D46F3" w:rsidRPr="00027A16">
        <w:rPr>
          <w:sz w:val="24"/>
          <w:szCs w:val="24"/>
        </w:rPr>
        <w:t xml:space="preserve">c    </w:t>
      </w:r>
      <w:r w:rsidR="000D46F3" w:rsidRPr="00027A16">
        <w:rPr>
          <w:sz w:val="24"/>
          <w:szCs w:val="24"/>
        </w:rPr>
        <w:tab/>
      </w:r>
      <w:r w:rsidR="000D46F3" w:rsidRPr="00027A16">
        <w:rPr>
          <w:sz w:val="24"/>
          <w:szCs w:val="24"/>
        </w:rPr>
        <w:tab/>
        <w:t xml:space="preserve"> </w:t>
      </w:r>
      <w:r w:rsidR="00E428DF">
        <w:rPr>
          <w:sz w:val="24"/>
          <w:szCs w:val="24"/>
        </w:rPr>
        <w:t xml:space="preserve"> </w:t>
      </w:r>
      <w:r w:rsidR="00027A16" w:rsidRPr="00027A16">
        <w:rPr>
          <w:sz w:val="24"/>
          <w:szCs w:val="24"/>
        </w:rPr>
        <w:t>77</w:t>
      </w:r>
      <w:r w:rsidRPr="00027A16">
        <w:rPr>
          <w:sz w:val="24"/>
          <w:szCs w:val="24"/>
        </w:rPr>
        <w:t xml:space="preserve"> mc</w:t>
      </w:r>
    </w:p>
    <w:p w:rsidR="00965454" w:rsidRPr="00027A16" w:rsidRDefault="00734BDD" w:rsidP="00965454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027A16">
        <w:rPr>
          <w:sz w:val="24"/>
          <w:szCs w:val="24"/>
        </w:rPr>
        <w:t>1921</w:t>
      </w:r>
      <w:r w:rsidR="00027A16" w:rsidRPr="00027A16">
        <w:rPr>
          <w:sz w:val="24"/>
          <w:szCs w:val="24"/>
        </w:rPr>
        <w:t xml:space="preserve"> x 0.04</w:t>
      </w:r>
      <w:r w:rsidR="000D46F3" w:rsidRPr="00027A16">
        <w:rPr>
          <w:sz w:val="24"/>
          <w:szCs w:val="24"/>
        </w:rPr>
        <w:t xml:space="preserve"> = </w:t>
      </w:r>
      <w:r w:rsidR="00027A16" w:rsidRPr="00027A16">
        <w:rPr>
          <w:sz w:val="24"/>
          <w:szCs w:val="24"/>
        </w:rPr>
        <w:t>76.84</w:t>
      </w:r>
      <w:r w:rsidR="00965454" w:rsidRPr="00027A16">
        <w:rPr>
          <w:sz w:val="24"/>
          <w:szCs w:val="24"/>
        </w:rPr>
        <w:t xml:space="preserve"> mc</w:t>
      </w:r>
    </w:p>
    <w:p w:rsidR="00965454" w:rsidRPr="00027A16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027A16">
        <w:rPr>
          <w:sz w:val="24"/>
          <w:szCs w:val="24"/>
        </w:rPr>
        <w:t>Sapatura pana la cota de fundare</w:t>
      </w:r>
      <w:r w:rsidRPr="00027A16">
        <w:rPr>
          <w:sz w:val="24"/>
          <w:szCs w:val="24"/>
        </w:rPr>
        <w:tab/>
      </w:r>
      <w:r w:rsidRPr="00027A16">
        <w:rPr>
          <w:sz w:val="24"/>
          <w:szCs w:val="24"/>
        </w:rPr>
        <w:tab/>
      </w:r>
      <w:r w:rsidRPr="00027A16">
        <w:rPr>
          <w:sz w:val="24"/>
          <w:szCs w:val="24"/>
        </w:rPr>
        <w:tab/>
      </w:r>
      <w:r w:rsidR="000D46F3" w:rsidRPr="00027A16">
        <w:rPr>
          <w:sz w:val="24"/>
          <w:szCs w:val="24"/>
        </w:rPr>
        <w:tab/>
      </w:r>
      <w:r w:rsidR="000D46F3" w:rsidRPr="00027A16">
        <w:rPr>
          <w:sz w:val="24"/>
          <w:szCs w:val="24"/>
        </w:rPr>
        <w:tab/>
      </w:r>
      <w:r w:rsidR="000D46F3" w:rsidRPr="00027A16">
        <w:rPr>
          <w:sz w:val="24"/>
          <w:szCs w:val="24"/>
        </w:rPr>
        <w:tab/>
      </w:r>
      <w:r w:rsidR="000D46F3" w:rsidRPr="00027A16">
        <w:rPr>
          <w:sz w:val="24"/>
          <w:szCs w:val="24"/>
        </w:rPr>
        <w:tab/>
        <w:t xml:space="preserve">      </w:t>
      </w:r>
      <w:r w:rsidR="000D46F3" w:rsidRPr="00027A16">
        <w:rPr>
          <w:sz w:val="24"/>
          <w:szCs w:val="24"/>
        </w:rPr>
        <w:tab/>
      </w:r>
      <w:r w:rsidR="00C92E6E" w:rsidRPr="00027A16">
        <w:rPr>
          <w:sz w:val="24"/>
          <w:szCs w:val="24"/>
        </w:rPr>
        <w:t xml:space="preserve"> </w:t>
      </w:r>
      <w:r w:rsidR="00027A16" w:rsidRPr="00027A16">
        <w:rPr>
          <w:sz w:val="24"/>
          <w:szCs w:val="24"/>
        </w:rPr>
        <w:t>558</w:t>
      </w:r>
      <w:r w:rsidRPr="00027A16">
        <w:rPr>
          <w:sz w:val="24"/>
          <w:szCs w:val="24"/>
        </w:rPr>
        <w:t xml:space="preserve"> mc</w:t>
      </w:r>
    </w:p>
    <w:p w:rsidR="00965454" w:rsidRPr="00027A16" w:rsidRDefault="00027A16" w:rsidP="0096545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027A16">
        <w:rPr>
          <w:sz w:val="24"/>
          <w:szCs w:val="24"/>
        </w:rPr>
        <w:t>1921</w:t>
      </w:r>
      <w:r w:rsidR="000D46F3" w:rsidRPr="00027A16">
        <w:rPr>
          <w:sz w:val="24"/>
          <w:szCs w:val="24"/>
        </w:rPr>
        <w:t xml:space="preserve"> x 0.29</w:t>
      </w:r>
      <w:r w:rsidR="00D63110" w:rsidRPr="00027A16">
        <w:rPr>
          <w:sz w:val="24"/>
          <w:szCs w:val="24"/>
        </w:rPr>
        <w:t xml:space="preserve"> =</w:t>
      </w:r>
      <w:r w:rsidR="000D46F3" w:rsidRPr="00027A16">
        <w:rPr>
          <w:sz w:val="24"/>
          <w:szCs w:val="24"/>
        </w:rPr>
        <w:t xml:space="preserve"> </w:t>
      </w:r>
      <w:r w:rsidRPr="00027A16">
        <w:rPr>
          <w:sz w:val="24"/>
          <w:szCs w:val="24"/>
        </w:rPr>
        <w:t>557.09</w:t>
      </w:r>
      <w:r w:rsidR="00965454" w:rsidRPr="00027A16">
        <w:rPr>
          <w:sz w:val="24"/>
          <w:szCs w:val="24"/>
        </w:rPr>
        <w:t xml:space="preserve"> mc</w:t>
      </w:r>
    </w:p>
    <w:p w:rsidR="002567E4" w:rsidRPr="00027A16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027A16">
        <w:rPr>
          <w:sz w:val="24"/>
          <w:szCs w:val="24"/>
        </w:rPr>
        <w:t>Fundatie de balast</w:t>
      </w:r>
      <w:r w:rsidR="00C92E6E" w:rsidRPr="00027A16">
        <w:rPr>
          <w:sz w:val="24"/>
          <w:szCs w:val="24"/>
        </w:rPr>
        <w:t xml:space="preserve">, </w:t>
      </w:r>
      <w:r w:rsidR="00027A16" w:rsidRPr="00027A16">
        <w:rPr>
          <w:sz w:val="24"/>
          <w:szCs w:val="24"/>
        </w:rPr>
        <w:t>15 cm grosime</w:t>
      </w:r>
      <w:r w:rsidR="00027A16" w:rsidRPr="00027A16">
        <w:rPr>
          <w:sz w:val="24"/>
          <w:szCs w:val="24"/>
        </w:rPr>
        <w:tab/>
      </w:r>
      <w:r w:rsidR="00027A16" w:rsidRPr="00027A16">
        <w:rPr>
          <w:sz w:val="24"/>
          <w:szCs w:val="24"/>
        </w:rPr>
        <w:tab/>
      </w:r>
      <w:r w:rsidR="00027A16" w:rsidRPr="00027A16">
        <w:rPr>
          <w:sz w:val="24"/>
          <w:szCs w:val="24"/>
        </w:rPr>
        <w:tab/>
      </w:r>
      <w:r w:rsidR="00027A16" w:rsidRPr="00027A16">
        <w:rPr>
          <w:sz w:val="24"/>
          <w:szCs w:val="24"/>
        </w:rPr>
        <w:tab/>
      </w:r>
      <w:r w:rsidR="00027A16" w:rsidRPr="00027A16">
        <w:rPr>
          <w:sz w:val="24"/>
          <w:szCs w:val="24"/>
        </w:rPr>
        <w:tab/>
      </w:r>
      <w:r w:rsidR="00027A16" w:rsidRPr="00027A16">
        <w:rPr>
          <w:sz w:val="24"/>
          <w:szCs w:val="24"/>
        </w:rPr>
        <w:tab/>
      </w:r>
      <w:r w:rsidR="00027A16" w:rsidRPr="00027A16">
        <w:rPr>
          <w:sz w:val="24"/>
          <w:szCs w:val="24"/>
        </w:rPr>
        <w:tab/>
        <w:t xml:space="preserve">      </w:t>
      </w:r>
      <w:r w:rsidR="00027A16" w:rsidRPr="00027A16">
        <w:rPr>
          <w:sz w:val="24"/>
          <w:szCs w:val="24"/>
        </w:rPr>
        <w:tab/>
        <w:t xml:space="preserve"> 289 </w:t>
      </w:r>
      <w:r w:rsidRPr="00027A16">
        <w:rPr>
          <w:sz w:val="24"/>
          <w:szCs w:val="24"/>
        </w:rPr>
        <w:t>mc</w:t>
      </w:r>
    </w:p>
    <w:p w:rsidR="002567E4" w:rsidRPr="00027A16" w:rsidRDefault="00027A16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027A16">
        <w:rPr>
          <w:sz w:val="24"/>
          <w:szCs w:val="24"/>
        </w:rPr>
        <w:t>1921</w:t>
      </w:r>
      <w:r w:rsidR="002567E4" w:rsidRPr="00027A16">
        <w:rPr>
          <w:sz w:val="24"/>
          <w:szCs w:val="24"/>
        </w:rPr>
        <w:t xml:space="preserve"> x 0.15 = </w:t>
      </w:r>
      <w:r w:rsidRPr="00027A16">
        <w:rPr>
          <w:sz w:val="24"/>
          <w:szCs w:val="24"/>
        </w:rPr>
        <w:t>288.15</w:t>
      </w:r>
      <w:r w:rsidR="002567E4" w:rsidRPr="00027A16">
        <w:rPr>
          <w:sz w:val="24"/>
          <w:szCs w:val="24"/>
        </w:rPr>
        <w:t xml:space="preserve"> mc</w:t>
      </w:r>
    </w:p>
    <w:p w:rsidR="002567E4" w:rsidRPr="007D60D9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7D60D9">
        <w:rPr>
          <w:sz w:val="24"/>
          <w:szCs w:val="24"/>
        </w:rPr>
        <w:t>Strat de beton C8/10</w:t>
      </w:r>
      <w:r w:rsidR="00C92E6E" w:rsidRPr="007D60D9">
        <w:rPr>
          <w:sz w:val="24"/>
          <w:szCs w:val="24"/>
        </w:rPr>
        <w:t>, 10 cm grosime</w:t>
      </w:r>
      <w:r w:rsidR="00C92E6E" w:rsidRPr="007D60D9">
        <w:rPr>
          <w:sz w:val="24"/>
          <w:szCs w:val="24"/>
        </w:rPr>
        <w:tab/>
      </w:r>
      <w:r w:rsidR="00C92E6E" w:rsidRPr="007D60D9">
        <w:rPr>
          <w:sz w:val="24"/>
          <w:szCs w:val="24"/>
        </w:rPr>
        <w:tab/>
      </w:r>
      <w:r w:rsidR="00C92E6E" w:rsidRPr="007D60D9">
        <w:rPr>
          <w:sz w:val="24"/>
          <w:szCs w:val="24"/>
        </w:rPr>
        <w:tab/>
      </w:r>
      <w:r w:rsidR="00C92E6E" w:rsidRPr="007D60D9">
        <w:rPr>
          <w:sz w:val="24"/>
          <w:szCs w:val="24"/>
        </w:rPr>
        <w:tab/>
      </w:r>
      <w:r w:rsidR="00C92E6E" w:rsidRPr="007D60D9">
        <w:rPr>
          <w:sz w:val="24"/>
          <w:szCs w:val="24"/>
        </w:rPr>
        <w:tab/>
      </w:r>
      <w:r w:rsidR="00C92E6E" w:rsidRPr="007D60D9">
        <w:rPr>
          <w:sz w:val="24"/>
          <w:szCs w:val="24"/>
        </w:rPr>
        <w:tab/>
      </w:r>
      <w:r w:rsidR="00C92E6E" w:rsidRPr="007D60D9">
        <w:rPr>
          <w:sz w:val="24"/>
          <w:szCs w:val="24"/>
        </w:rPr>
        <w:tab/>
        <w:t xml:space="preserve">      </w:t>
      </w:r>
      <w:r w:rsidR="00C92E6E" w:rsidRPr="007D60D9">
        <w:rPr>
          <w:sz w:val="24"/>
          <w:szCs w:val="24"/>
        </w:rPr>
        <w:tab/>
      </w:r>
      <w:r w:rsidR="007D60D9" w:rsidRPr="007D60D9">
        <w:rPr>
          <w:sz w:val="24"/>
          <w:szCs w:val="24"/>
        </w:rPr>
        <w:t xml:space="preserve"> 193</w:t>
      </w:r>
      <w:r w:rsidRPr="007D60D9">
        <w:rPr>
          <w:sz w:val="24"/>
          <w:szCs w:val="24"/>
        </w:rPr>
        <w:t xml:space="preserve"> mc</w:t>
      </w:r>
    </w:p>
    <w:p w:rsidR="002567E4" w:rsidRPr="007D60D9" w:rsidRDefault="00027A16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7D60D9">
        <w:rPr>
          <w:sz w:val="24"/>
          <w:szCs w:val="24"/>
        </w:rPr>
        <w:t>1921</w:t>
      </w:r>
      <w:r w:rsidR="00C92E6E" w:rsidRPr="007D60D9">
        <w:rPr>
          <w:sz w:val="24"/>
          <w:szCs w:val="24"/>
        </w:rPr>
        <w:t xml:space="preserve"> x 0.10 = </w:t>
      </w:r>
      <w:r w:rsidRPr="007D60D9">
        <w:rPr>
          <w:sz w:val="24"/>
          <w:szCs w:val="24"/>
        </w:rPr>
        <w:t>192.1</w:t>
      </w:r>
      <w:r w:rsidR="002567E4" w:rsidRPr="007D60D9">
        <w:rPr>
          <w:sz w:val="24"/>
          <w:szCs w:val="24"/>
        </w:rPr>
        <w:t>mc</w:t>
      </w:r>
    </w:p>
    <w:p w:rsidR="005404F0" w:rsidRPr="006C19E9" w:rsidRDefault="00C92E6E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7D60D9">
        <w:rPr>
          <w:sz w:val="24"/>
          <w:szCs w:val="24"/>
        </w:rPr>
        <w:t>Strat de uzura BA8, 4</w:t>
      </w:r>
      <w:r w:rsidR="0053629B" w:rsidRPr="007D60D9">
        <w:rPr>
          <w:sz w:val="24"/>
          <w:szCs w:val="24"/>
        </w:rPr>
        <w:t xml:space="preserve"> cm grosime</w:t>
      </w:r>
      <w:r w:rsidR="0053629B" w:rsidRPr="007D60D9">
        <w:rPr>
          <w:sz w:val="24"/>
          <w:szCs w:val="24"/>
        </w:rPr>
        <w:tab/>
      </w:r>
      <w:r w:rsidR="0053629B" w:rsidRPr="007D60D9">
        <w:rPr>
          <w:sz w:val="24"/>
          <w:szCs w:val="24"/>
        </w:rPr>
        <w:tab/>
      </w:r>
      <w:r w:rsidR="0053629B" w:rsidRPr="007D60D9">
        <w:rPr>
          <w:sz w:val="24"/>
          <w:szCs w:val="24"/>
        </w:rPr>
        <w:tab/>
      </w:r>
      <w:r w:rsidR="0053629B" w:rsidRPr="007D60D9">
        <w:rPr>
          <w:sz w:val="24"/>
          <w:szCs w:val="24"/>
        </w:rPr>
        <w:tab/>
      </w:r>
      <w:r w:rsidR="0053629B" w:rsidRPr="007D60D9">
        <w:rPr>
          <w:sz w:val="24"/>
          <w:szCs w:val="24"/>
        </w:rPr>
        <w:tab/>
      </w:r>
      <w:r w:rsidR="0053629B" w:rsidRPr="007D60D9">
        <w:rPr>
          <w:sz w:val="24"/>
          <w:szCs w:val="24"/>
        </w:rPr>
        <w:tab/>
      </w:r>
      <w:r w:rsidR="0053629B" w:rsidRPr="007D60D9">
        <w:rPr>
          <w:sz w:val="24"/>
          <w:szCs w:val="24"/>
        </w:rPr>
        <w:tab/>
        <w:t xml:space="preserve">          </w:t>
      </w:r>
      <w:r w:rsidR="007D60D9" w:rsidRPr="007D60D9">
        <w:rPr>
          <w:sz w:val="24"/>
          <w:szCs w:val="24"/>
        </w:rPr>
        <w:t xml:space="preserve"> 1921</w:t>
      </w:r>
      <w:r w:rsidR="0053629B" w:rsidRPr="007D60D9">
        <w:rPr>
          <w:sz w:val="24"/>
          <w:szCs w:val="24"/>
        </w:rPr>
        <w:t xml:space="preserve"> mp</w:t>
      </w:r>
    </w:p>
    <w:p w:rsidR="00BF1F49" w:rsidRPr="00E428DF" w:rsidRDefault="00BF1F49" w:rsidP="00C147A5">
      <w:pPr>
        <w:spacing w:line="360" w:lineRule="auto"/>
        <w:jc w:val="center"/>
        <w:rPr>
          <w:sz w:val="32"/>
          <w:szCs w:val="32"/>
        </w:rPr>
      </w:pPr>
      <w:r w:rsidRPr="00E428DF">
        <w:rPr>
          <w:sz w:val="24"/>
          <w:szCs w:val="24"/>
        </w:rPr>
        <w:tab/>
      </w:r>
      <w:r w:rsidRPr="00E428DF">
        <w:rPr>
          <w:sz w:val="32"/>
          <w:szCs w:val="32"/>
        </w:rPr>
        <w:t>Lucrari la borduri</w:t>
      </w:r>
    </w:p>
    <w:p w:rsidR="00E71621" w:rsidRPr="00E428DF" w:rsidRDefault="00E71621" w:rsidP="00C147A5">
      <w:pPr>
        <w:spacing w:line="360" w:lineRule="auto"/>
        <w:jc w:val="center"/>
        <w:rPr>
          <w:sz w:val="32"/>
          <w:szCs w:val="32"/>
        </w:rPr>
      </w:pPr>
    </w:p>
    <w:p w:rsidR="00BF1F49" w:rsidRPr="00E428DF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>Demontare borduri existente</w:t>
      </w:r>
      <w:r w:rsidR="00CD114A" w:rsidRPr="00E428DF">
        <w:rPr>
          <w:sz w:val="24"/>
          <w:szCs w:val="24"/>
        </w:rPr>
        <w:t xml:space="preserve"> mari</w:t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3368B7" w:rsidRPr="00E428DF">
        <w:rPr>
          <w:sz w:val="24"/>
          <w:szCs w:val="24"/>
        </w:rPr>
        <w:tab/>
      </w:r>
      <w:r w:rsidR="00E428DF" w:rsidRPr="00E428DF">
        <w:rPr>
          <w:sz w:val="24"/>
          <w:szCs w:val="24"/>
        </w:rPr>
        <w:t>900</w:t>
      </w:r>
      <w:r w:rsidR="00BF1F49" w:rsidRPr="00E428DF">
        <w:rPr>
          <w:sz w:val="24"/>
          <w:szCs w:val="24"/>
        </w:rPr>
        <w:t xml:space="preserve"> ml</w:t>
      </w:r>
    </w:p>
    <w:p w:rsidR="00CD114A" w:rsidRPr="00E428DF" w:rsidRDefault="00CD114A" w:rsidP="00CD114A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 xml:space="preserve">Demontare </w:t>
      </w:r>
      <w:r w:rsidR="00314681" w:rsidRPr="00E428DF">
        <w:rPr>
          <w:sz w:val="24"/>
          <w:szCs w:val="24"/>
        </w:rPr>
        <w:t>borduri existente mici</w:t>
      </w:r>
      <w:r w:rsidR="00314681" w:rsidRPr="00E428DF">
        <w:rPr>
          <w:sz w:val="24"/>
          <w:szCs w:val="24"/>
        </w:rPr>
        <w:tab/>
      </w:r>
      <w:r w:rsidR="00314681" w:rsidRPr="00E428DF">
        <w:rPr>
          <w:sz w:val="24"/>
          <w:szCs w:val="24"/>
        </w:rPr>
        <w:tab/>
      </w:r>
      <w:r w:rsidR="00314681" w:rsidRPr="00E428DF">
        <w:rPr>
          <w:sz w:val="24"/>
          <w:szCs w:val="24"/>
        </w:rPr>
        <w:tab/>
      </w:r>
      <w:r w:rsidR="00314681" w:rsidRPr="00E428DF">
        <w:rPr>
          <w:sz w:val="24"/>
          <w:szCs w:val="24"/>
        </w:rPr>
        <w:tab/>
      </w:r>
      <w:r w:rsidR="00314681" w:rsidRPr="00E428DF">
        <w:rPr>
          <w:sz w:val="24"/>
          <w:szCs w:val="24"/>
        </w:rPr>
        <w:tab/>
      </w:r>
      <w:r w:rsidR="00314681" w:rsidRPr="00E428DF">
        <w:rPr>
          <w:sz w:val="24"/>
          <w:szCs w:val="24"/>
        </w:rPr>
        <w:tab/>
      </w:r>
      <w:r w:rsidR="00314681" w:rsidRPr="00E428DF">
        <w:rPr>
          <w:sz w:val="24"/>
          <w:szCs w:val="24"/>
        </w:rPr>
        <w:tab/>
      </w:r>
      <w:r w:rsidR="003368B7" w:rsidRPr="00E428DF">
        <w:rPr>
          <w:sz w:val="24"/>
          <w:szCs w:val="24"/>
        </w:rPr>
        <w:tab/>
      </w:r>
      <w:r w:rsidR="00E428DF" w:rsidRPr="00E428DF">
        <w:rPr>
          <w:sz w:val="24"/>
          <w:szCs w:val="24"/>
        </w:rPr>
        <w:t>887</w:t>
      </w:r>
      <w:r w:rsidRPr="00E428DF">
        <w:rPr>
          <w:sz w:val="24"/>
          <w:szCs w:val="24"/>
        </w:rPr>
        <w:t xml:space="preserve"> ml</w:t>
      </w:r>
    </w:p>
    <w:p w:rsidR="00BF1F49" w:rsidRPr="00E428DF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>Pozare borduri mari</w:t>
      </w:r>
      <w:r w:rsidR="00BF1F49" w:rsidRPr="00E428DF">
        <w:rPr>
          <w:sz w:val="24"/>
          <w:szCs w:val="24"/>
        </w:rPr>
        <w:t xml:space="preserve"> noi</w:t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BF1F49" w:rsidRPr="00E428DF">
        <w:rPr>
          <w:sz w:val="24"/>
          <w:szCs w:val="24"/>
        </w:rPr>
        <w:tab/>
      </w:r>
      <w:r w:rsidR="00C147A5" w:rsidRPr="00E428DF">
        <w:rPr>
          <w:sz w:val="24"/>
          <w:szCs w:val="24"/>
        </w:rPr>
        <w:tab/>
      </w:r>
      <w:r w:rsidR="003368B7" w:rsidRPr="00E428DF">
        <w:rPr>
          <w:sz w:val="24"/>
          <w:szCs w:val="24"/>
        </w:rPr>
        <w:tab/>
      </w:r>
      <w:r w:rsidR="00E428DF" w:rsidRPr="00E428DF">
        <w:rPr>
          <w:sz w:val="24"/>
          <w:szCs w:val="24"/>
        </w:rPr>
        <w:t>900</w:t>
      </w:r>
      <w:r w:rsidR="00BF1F49" w:rsidRPr="00E428DF">
        <w:rPr>
          <w:sz w:val="24"/>
          <w:szCs w:val="24"/>
        </w:rPr>
        <w:t xml:space="preserve"> ml</w:t>
      </w:r>
    </w:p>
    <w:p w:rsidR="00E54142" w:rsidRPr="00E428DF" w:rsidRDefault="00E54142" w:rsidP="00820CE8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>Pozare borduri mici noi</w:t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="003368B7" w:rsidRPr="00E428DF">
        <w:rPr>
          <w:sz w:val="24"/>
          <w:szCs w:val="24"/>
        </w:rPr>
        <w:tab/>
      </w:r>
      <w:r w:rsidR="00E428DF" w:rsidRPr="00E428DF">
        <w:rPr>
          <w:sz w:val="24"/>
          <w:szCs w:val="24"/>
        </w:rPr>
        <w:t>887</w:t>
      </w:r>
      <w:r w:rsidRPr="00E428DF">
        <w:rPr>
          <w:sz w:val="24"/>
          <w:szCs w:val="24"/>
        </w:rPr>
        <w:t xml:space="preserve"> ml</w:t>
      </w:r>
    </w:p>
    <w:p w:rsidR="00966FB3" w:rsidRPr="006A05B6" w:rsidRDefault="00966FB3" w:rsidP="00966FB3">
      <w:pPr>
        <w:spacing w:line="360" w:lineRule="auto"/>
        <w:jc w:val="both"/>
        <w:rPr>
          <w:color w:val="FF0000"/>
          <w:sz w:val="24"/>
          <w:szCs w:val="24"/>
        </w:rPr>
      </w:pPr>
    </w:p>
    <w:p w:rsidR="00112873" w:rsidRPr="00E428DF" w:rsidRDefault="00112873" w:rsidP="00112873">
      <w:pPr>
        <w:spacing w:line="360" w:lineRule="auto"/>
        <w:jc w:val="center"/>
        <w:rPr>
          <w:sz w:val="32"/>
          <w:szCs w:val="32"/>
        </w:rPr>
      </w:pPr>
      <w:r w:rsidRPr="00E428DF">
        <w:rPr>
          <w:sz w:val="32"/>
          <w:szCs w:val="32"/>
        </w:rPr>
        <w:t xml:space="preserve">Lucrari la partea carosabila </w:t>
      </w:r>
      <w:r w:rsidR="007E4AA2" w:rsidRPr="00E428DF">
        <w:rPr>
          <w:sz w:val="32"/>
          <w:szCs w:val="32"/>
        </w:rPr>
        <w:t>strazi</w:t>
      </w:r>
      <w:r w:rsidRPr="00E428DF">
        <w:rPr>
          <w:sz w:val="32"/>
          <w:szCs w:val="32"/>
        </w:rPr>
        <w:t xml:space="preserve"> laterale din asfalt</w:t>
      </w:r>
    </w:p>
    <w:p w:rsidR="00112873" w:rsidRPr="00E428DF" w:rsidRDefault="00112873" w:rsidP="00112873">
      <w:pPr>
        <w:spacing w:line="360" w:lineRule="auto"/>
        <w:jc w:val="center"/>
        <w:rPr>
          <w:sz w:val="24"/>
          <w:szCs w:val="24"/>
        </w:rPr>
      </w:pPr>
    </w:p>
    <w:p w:rsidR="00112873" w:rsidRPr="00E428DF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>Frezare strat asfaltic de 10 cm grosime</w:t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="003368B7" w:rsidRPr="00E428DF">
        <w:rPr>
          <w:sz w:val="24"/>
          <w:szCs w:val="24"/>
        </w:rPr>
        <w:tab/>
      </w:r>
      <w:r w:rsidR="00E428DF" w:rsidRPr="00E428DF">
        <w:rPr>
          <w:sz w:val="24"/>
          <w:szCs w:val="24"/>
        </w:rPr>
        <w:t>159</w:t>
      </w:r>
      <w:r w:rsidRPr="00E428DF">
        <w:rPr>
          <w:sz w:val="24"/>
          <w:szCs w:val="24"/>
        </w:rPr>
        <w:t>mp</w:t>
      </w:r>
    </w:p>
    <w:p w:rsidR="00112873" w:rsidRPr="00E428DF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 xml:space="preserve">Curatare – amorsare </w:t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="003368B7" w:rsidRPr="00E428DF">
        <w:rPr>
          <w:sz w:val="24"/>
          <w:szCs w:val="24"/>
        </w:rPr>
        <w:tab/>
      </w:r>
      <w:r w:rsidR="00E428DF" w:rsidRPr="00E428DF">
        <w:rPr>
          <w:sz w:val="24"/>
          <w:szCs w:val="24"/>
        </w:rPr>
        <w:t>159</w:t>
      </w:r>
      <w:r w:rsidRPr="00E428DF">
        <w:rPr>
          <w:sz w:val="24"/>
          <w:szCs w:val="24"/>
        </w:rPr>
        <w:t xml:space="preserve"> mp</w:t>
      </w:r>
    </w:p>
    <w:p w:rsidR="00112873" w:rsidRPr="00E428DF" w:rsidRDefault="00642E4B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>Asternere binder BAD 25, 5</w:t>
      </w:r>
      <w:r w:rsidR="00112873" w:rsidRPr="00E428DF">
        <w:rPr>
          <w:sz w:val="24"/>
          <w:szCs w:val="24"/>
        </w:rPr>
        <w:t xml:space="preserve"> cm grosime </w:t>
      </w:r>
      <w:r w:rsidR="00112873" w:rsidRPr="00E428DF">
        <w:rPr>
          <w:sz w:val="24"/>
          <w:szCs w:val="24"/>
        </w:rPr>
        <w:tab/>
      </w:r>
      <w:r w:rsidR="00112873" w:rsidRPr="00E428DF">
        <w:rPr>
          <w:sz w:val="24"/>
          <w:szCs w:val="24"/>
        </w:rPr>
        <w:tab/>
      </w:r>
      <w:r w:rsidR="00112873" w:rsidRPr="00E428DF">
        <w:rPr>
          <w:sz w:val="24"/>
          <w:szCs w:val="24"/>
        </w:rPr>
        <w:tab/>
      </w:r>
      <w:r w:rsidR="00112873" w:rsidRPr="00E428DF">
        <w:rPr>
          <w:sz w:val="24"/>
          <w:szCs w:val="24"/>
        </w:rPr>
        <w:tab/>
      </w:r>
      <w:r w:rsidR="00112873" w:rsidRPr="00E428DF">
        <w:rPr>
          <w:sz w:val="24"/>
          <w:szCs w:val="24"/>
        </w:rPr>
        <w:tab/>
      </w:r>
      <w:r w:rsidR="00112873" w:rsidRPr="00E428DF">
        <w:rPr>
          <w:sz w:val="24"/>
          <w:szCs w:val="24"/>
        </w:rPr>
        <w:tab/>
      </w:r>
      <w:r w:rsidR="00314681" w:rsidRPr="00E428DF">
        <w:rPr>
          <w:sz w:val="24"/>
          <w:szCs w:val="24"/>
        </w:rPr>
        <w:t xml:space="preserve">   </w:t>
      </w:r>
      <w:r w:rsidR="003368B7" w:rsidRPr="00E428DF">
        <w:rPr>
          <w:sz w:val="24"/>
          <w:szCs w:val="24"/>
        </w:rPr>
        <w:tab/>
      </w:r>
      <w:r w:rsidR="00E428DF" w:rsidRPr="00E428DF">
        <w:rPr>
          <w:sz w:val="24"/>
          <w:szCs w:val="24"/>
        </w:rPr>
        <w:t xml:space="preserve">20 </w:t>
      </w:r>
      <w:r w:rsidR="00112873" w:rsidRPr="00E428DF">
        <w:rPr>
          <w:sz w:val="24"/>
          <w:szCs w:val="24"/>
        </w:rPr>
        <w:t>t</w:t>
      </w:r>
    </w:p>
    <w:p w:rsidR="00112873" w:rsidRPr="00E428DF" w:rsidRDefault="00E428DF" w:rsidP="00477811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>159</w:t>
      </w:r>
      <w:r w:rsidR="00477811" w:rsidRPr="00E428DF">
        <w:rPr>
          <w:sz w:val="24"/>
          <w:szCs w:val="24"/>
        </w:rPr>
        <w:t xml:space="preserve"> x 0.05</w:t>
      </w:r>
      <w:r w:rsidR="00112873" w:rsidRPr="00E428DF">
        <w:rPr>
          <w:sz w:val="24"/>
          <w:szCs w:val="24"/>
        </w:rPr>
        <w:t xml:space="preserve">  x 2.4 = </w:t>
      </w:r>
      <w:r w:rsidRPr="00E428DF">
        <w:rPr>
          <w:sz w:val="24"/>
          <w:szCs w:val="24"/>
        </w:rPr>
        <w:t>19.08</w:t>
      </w:r>
      <w:r w:rsidR="00112873" w:rsidRPr="00E428DF">
        <w:rPr>
          <w:sz w:val="24"/>
          <w:szCs w:val="24"/>
        </w:rPr>
        <w:t xml:space="preserve"> t</w:t>
      </w:r>
    </w:p>
    <w:p w:rsidR="00112873" w:rsidRPr="00E428DF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>Curatare – amorsare</w:t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="003368B7" w:rsidRPr="00E428DF">
        <w:rPr>
          <w:sz w:val="24"/>
          <w:szCs w:val="24"/>
        </w:rPr>
        <w:tab/>
      </w:r>
      <w:r w:rsidR="00E428DF" w:rsidRPr="00E428DF">
        <w:rPr>
          <w:sz w:val="24"/>
          <w:szCs w:val="24"/>
        </w:rPr>
        <w:t>159</w:t>
      </w:r>
      <w:r w:rsidRPr="00E428DF">
        <w:rPr>
          <w:sz w:val="24"/>
          <w:szCs w:val="24"/>
        </w:rPr>
        <w:t>mp</w:t>
      </w:r>
    </w:p>
    <w:p w:rsidR="00700C0C" w:rsidRPr="006C19E9" w:rsidRDefault="00112873" w:rsidP="005668D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428DF">
        <w:rPr>
          <w:sz w:val="24"/>
          <w:szCs w:val="24"/>
        </w:rPr>
        <w:t>Strat de uzura BA16, h=4 cm grosime</w:t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Pr="00E428DF">
        <w:rPr>
          <w:sz w:val="24"/>
          <w:szCs w:val="24"/>
        </w:rPr>
        <w:tab/>
      </w:r>
      <w:r w:rsidR="003368B7" w:rsidRPr="00E428DF">
        <w:rPr>
          <w:sz w:val="24"/>
          <w:szCs w:val="24"/>
        </w:rPr>
        <w:tab/>
      </w:r>
      <w:r w:rsidR="00E428DF" w:rsidRPr="00E428DF">
        <w:rPr>
          <w:sz w:val="24"/>
          <w:szCs w:val="24"/>
        </w:rPr>
        <w:t>159</w:t>
      </w:r>
      <w:r w:rsidRPr="00E428DF">
        <w:rPr>
          <w:sz w:val="24"/>
          <w:szCs w:val="24"/>
        </w:rPr>
        <w:t xml:space="preserve"> mp</w:t>
      </w:r>
    </w:p>
    <w:p w:rsidR="00E54142" w:rsidRPr="006A05B6" w:rsidRDefault="00E54142" w:rsidP="00E54142">
      <w:pPr>
        <w:spacing w:line="360" w:lineRule="auto"/>
        <w:jc w:val="both"/>
        <w:rPr>
          <w:color w:val="FF0000"/>
          <w:sz w:val="24"/>
          <w:szCs w:val="24"/>
        </w:rPr>
      </w:pPr>
    </w:p>
    <w:p w:rsidR="00BF1F49" w:rsidRPr="006C19E9" w:rsidRDefault="00BF1F49" w:rsidP="00BF1F49">
      <w:pPr>
        <w:spacing w:line="360" w:lineRule="auto"/>
        <w:jc w:val="center"/>
        <w:rPr>
          <w:sz w:val="32"/>
          <w:szCs w:val="32"/>
        </w:rPr>
      </w:pPr>
      <w:r w:rsidRPr="006C19E9">
        <w:rPr>
          <w:sz w:val="24"/>
          <w:szCs w:val="24"/>
        </w:rPr>
        <w:tab/>
      </w:r>
      <w:r w:rsidRPr="006C19E9">
        <w:rPr>
          <w:sz w:val="32"/>
          <w:szCs w:val="32"/>
        </w:rPr>
        <w:t>Lucrari edilitare</w:t>
      </w:r>
    </w:p>
    <w:p w:rsidR="00BF1F49" w:rsidRPr="006C19E9" w:rsidRDefault="00BF1F49" w:rsidP="00BF1F49">
      <w:pPr>
        <w:spacing w:line="360" w:lineRule="auto"/>
        <w:jc w:val="center"/>
        <w:rPr>
          <w:sz w:val="24"/>
          <w:szCs w:val="24"/>
        </w:rPr>
      </w:pPr>
    </w:p>
    <w:p w:rsidR="00BF1F49" w:rsidRPr="006C19E9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C19E9">
        <w:rPr>
          <w:sz w:val="24"/>
          <w:szCs w:val="24"/>
        </w:rPr>
        <w:t>Guri de scurgere noi</w:t>
      </w:r>
      <w:r w:rsidRPr="006C19E9">
        <w:rPr>
          <w:sz w:val="24"/>
          <w:szCs w:val="24"/>
        </w:rPr>
        <w:tab/>
      </w:r>
      <w:r w:rsidRPr="006C19E9">
        <w:rPr>
          <w:sz w:val="24"/>
          <w:szCs w:val="24"/>
        </w:rPr>
        <w:tab/>
      </w:r>
      <w:r w:rsidRPr="006C19E9">
        <w:rPr>
          <w:sz w:val="24"/>
          <w:szCs w:val="24"/>
        </w:rPr>
        <w:tab/>
      </w:r>
      <w:r w:rsidRPr="006C19E9">
        <w:rPr>
          <w:sz w:val="24"/>
          <w:szCs w:val="24"/>
        </w:rPr>
        <w:tab/>
      </w:r>
      <w:r w:rsidR="00E71621" w:rsidRPr="006C19E9">
        <w:rPr>
          <w:sz w:val="24"/>
          <w:szCs w:val="24"/>
        </w:rPr>
        <w:tab/>
      </w:r>
      <w:r w:rsidR="00E71621" w:rsidRPr="006C19E9">
        <w:rPr>
          <w:sz w:val="24"/>
          <w:szCs w:val="24"/>
        </w:rPr>
        <w:tab/>
      </w:r>
      <w:r w:rsidR="00E71621" w:rsidRPr="006C19E9">
        <w:rPr>
          <w:sz w:val="24"/>
          <w:szCs w:val="24"/>
        </w:rPr>
        <w:tab/>
      </w:r>
      <w:r w:rsidR="00E71621" w:rsidRPr="006C19E9">
        <w:rPr>
          <w:sz w:val="24"/>
          <w:szCs w:val="24"/>
        </w:rPr>
        <w:tab/>
      </w:r>
      <w:r w:rsidR="00791223" w:rsidRPr="006C19E9">
        <w:rPr>
          <w:sz w:val="24"/>
          <w:szCs w:val="24"/>
        </w:rPr>
        <w:tab/>
      </w:r>
      <w:r w:rsidR="00A40F6C" w:rsidRPr="006C19E9">
        <w:rPr>
          <w:sz w:val="24"/>
          <w:szCs w:val="24"/>
        </w:rPr>
        <w:tab/>
      </w:r>
      <w:r w:rsidR="006C19E9" w:rsidRPr="006C19E9">
        <w:rPr>
          <w:sz w:val="24"/>
          <w:szCs w:val="24"/>
        </w:rPr>
        <w:t>5</w:t>
      </w:r>
      <w:r w:rsidRPr="006C19E9">
        <w:rPr>
          <w:sz w:val="24"/>
          <w:szCs w:val="24"/>
        </w:rPr>
        <w:t xml:space="preserve"> buc</w:t>
      </w:r>
    </w:p>
    <w:p w:rsidR="009721E3" w:rsidRPr="006C19E9" w:rsidRDefault="009721E3" w:rsidP="009721E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C19E9">
        <w:rPr>
          <w:sz w:val="24"/>
          <w:szCs w:val="24"/>
        </w:rPr>
        <w:t>Gur</w:t>
      </w:r>
      <w:r w:rsidR="00BD4265" w:rsidRPr="006C19E9">
        <w:rPr>
          <w:sz w:val="24"/>
          <w:szCs w:val="24"/>
        </w:rPr>
        <w:t>i de scurgere existente</w:t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A40F6C" w:rsidRPr="006C19E9">
        <w:rPr>
          <w:sz w:val="24"/>
          <w:szCs w:val="24"/>
        </w:rPr>
        <w:tab/>
      </w:r>
      <w:r w:rsidR="006C19E9" w:rsidRPr="006C19E9">
        <w:rPr>
          <w:sz w:val="24"/>
          <w:szCs w:val="24"/>
        </w:rPr>
        <w:t>13</w:t>
      </w:r>
      <w:r w:rsidRPr="006C19E9">
        <w:rPr>
          <w:sz w:val="24"/>
          <w:szCs w:val="24"/>
        </w:rPr>
        <w:t xml:space="preserve"> buc</w:t>
      </w:r>
    </w:p>
    <w:p w:rsidR="00BF1F49" w:rsidRPr="006C19E9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C19E9">
        <w:rPr>
          <w:sz w:val="24"/>
          <w:szCs w:val="24"/>
        </w:rPr>
        <w:t>Camine de vizitare</w:t>
      </w:r>
      <w:r w:rsidRPr="006C19E9">
        <w:rPr>
          <w:sz w:val="24"/>
          <w:szCs w:val="24"/>
        </w:rPr>
        <w:tab/>
      </w:r>
      <w:r w:rsidRPr="006C19E9">
        <w:rPr>
          <w:sz w:val="24"/>
          <w:szCs w:val="24"/>
        </w:rPr>
        <w:tab/>
      </w:r>
      <w:r w:rsidRPr="006C19E9">
        <w:rPr>
          <w:sz w:val="24"/>
          <w:szCs w:val="24"/>
        </w:rPr>
        <w:tab/>
      </w:r>
      <w:r w:rsidRPr="006C19E9">
        <w:rPr>
          <w:sz w:val="24"/>
          <w:szCs w:val="24"/>
        </w:rPr>
        <w:tab/>
      </w:r>
      <w:r w:rsidR="002876A4" w:rsidRPr="006C19E9">
        <w:rPr>
          <w:sz w:val="24"/>
          <w:szCs w:val="24"/>
        </w:rPr>
        <w:tab/>
      </w:r>
      <w:r w:rsidR="002876A4" w:rsidRPr="006C19E9">
        <w:rPr>
          <w:sz w:val="24"/>
          <w:szCs w:val="24"/>
        </w:rPr>
        <w:tab/>
      </w:r>
      <w:r w:rsidR="002876A4" w:rsidRPr="006C19E9">
        <w:rPr>
          <w:sz w:val="24"/>
          <w:szCs w:val="24"/>
        </w:rPr>
        <w:tab/>
      </w:r>
      <w:r w:rsidR="002876A4" w:rsidRPr="006C19E9">
        <w:rPr>
          <w:sz w:val="24"/>
          <w:szCs w:val="24"/>
        </w:rPr>
        <w:tab/>
      </w:r>
      <w:r w:rsidR="00791223" w:rsidRPr="006C19E9">
        <w:rPr>
          <w:sz w:val="24"/>
          <w:szCs w:val="24"/>
        </w:rPr>
        <w:tab/>
      </w:r>
      <w:r w:rsidR="00A40F6C" w:rsidRPr="006C19E9">
        <w:rPr>
          <w:sz w:val="24"/>
          <w:szCs w:val="24"/>
        </w:rPr>
        <w:tab/>
      </w:r>
      <w:r w:rsidR="006C19E9" w:rsidRPr="006C19E9">
        <w:rPr>
          <w:sz w:val="24"/>
          <w:szCs w:val="24"/>
        </w:rPr>
        <w:t>17</w:t>
      </w:r>
      <w:r w:rsidRPr="006C19E9">
        <w:rPr>
          <w:sz w:val="24"/>
          <w:szCs w:val="24"/>
        </w:rPr>
        <w:t xml:space="preserve"> buc</w:t>
      </w:r>
    </w:p>
    <w:p w:rsidR="00BF1F49" w:rsidRPr="006C19E9" w:rsidRDefault="00257D28" w:rsidP="0007700C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C19E9">
        <w:rPr>
          <w:sz w:val="24"/>
          <w:szCs w:val="24"/>
        </w:rPr>
        <w:t>Rasuflatori de gaze</w:t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</w:r>
      <w:r w:rsidR="00BD4265" w:rsidRPr="006C19E9">
        <w:rPr>
          <w:sz w:val="24"/>
          <w:szCs w:val="24"/>
        </w:rPr>
        <w:tab/>
        <w:t xml:space="preserve"> </w:t>
      </w:r>
      <w:r w:rsidR="00A40F6C" w:rsidRPr="006C19E9">
        <w:rPr>
          <w:sz w:val="24"/>
          <w:szCs w:val="24"/>
        </w:rPr>
        <w:tab/>
      </w:r>
      <w:r w:rsidR="006C19E9" w:rsidRPr="006C19E9">
        <w:rPr>
          <w:sz w:val="24"/>
          <w:szCs w:val="24"/>
        </w:rPr>
        <w:t>41</w:t>
      </w:r>
      <w:r w:rsidR="00BD4265" w:rsidRPr="006C19E9">
        <w:rPr>
          <w:sz w:val="24"/>
          <w:szCs w:val="24"/>
        </w:rPr>
        <w:t xml:space="preserve"> buc</w:t>
      </w:r>
    </w:p>
    <w:p w:rsidR="00BF1F49" w:rsidRPr="006A05B6" w:rsidRDefault="00BF1F49" w:rsidP="00BF1F49">
      <w:pPr>
        <w:spacing w:line="360" w:lineRule="auto"/>
        <w:jc w:val="both"/>
        <w:rPr>
          <w:color w:val="FF0000"/>
          <w:sz w:val="24"/>
          <w:szCs w:val="24"/>
        </w:rPr>
      </w:pPr>
    </w:p>
    <w:p w:rsidR="009B18B9" w:rsidRPr="00C129C5" w:rsidRDefault="00EF764B" w:rsidP="009B18B9">
      <w:pPr>
        <w:spacing w:line="360" w:lineRule="auto"/>
        <w:jc w:val="center"/>
        <w:rPr>
          <w:sz w:val="32"/>
          <w:szCs w:val="32"/>
        </w:rPr>
      </w:pPr>
      <w:r w:rsidRPr="00C129C5">
        <w:rPr>
          <w:sz w:val="24"/>
          <w:szCs w:val="24"/>
        </w:rPr>
        <w:tab/>
      </w:r>
      <w:r w:rsidR="009B18B9" w:rsidRPr="00C129C5">
        <w:rPr>
          <w:sz w:val="32"/>
          <w:szCs w:val="32"/>
        </w:rPr>
        <w:t xml:space="preserve">Reglementarea circulatiei </w:t>
      </w:r>
    </w:p>
    <w:p w:rsidR="009B18B9" w:rsidRPr="00C129C5" w:rsidRDefault="009B18B9" w:rsidP="00791223">
      <w:pPr>
        <w:pStyle w:val="Listparagraf"/>
        <w:spacing w:line="360" w:lineRule="auto"/>
        <w:ind w:left="900"/>
        <w:jc w:val="both"/>
        <w:rPr>
          <w:sz w:val="24"/>
          <w:szCs w:val="24"/>
        </w:rPr>
      </w:pPr>
    </w:p>
    <w:p w:rsidR="009B18B9" w:rsidRPr="00C129C5" w:rsidRDefault="009B18B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129C5">
        <w:rPr>
          <w:sz w:val="24"/>
          <w:szCs w:val="24"/>
        </w:rPr>
        <w:t>Marcaje rutiere longitudinale</w:t>
      </w:r>
      <w:r w:rsidRPr="00C129C5">
        <w:rPr>
          <w:sz w:val="24"/>
          <w:szCs w:val="24"/>
        </w:rPr>
        <w:tab/>
      </w:r>
      <w:r w:rsidRPr="00C129C5">
        <w:rPr>
          <w:sz w:val="24"/>
          <w:szCs w:val="24"/>
        </w:rPr>
        <w:tab/>
      </w:r>
      <w:r w:rsidRPr="00C129C5">
        <w:rPr>
          <w:sz w:val="24"/>
          <w:szCs w:val="24"/>
        </w:rPr>
        <w:tab/>
      </w:r>
      <w:r w:rsidRPr="00C129C5">
        <w:rPr>
          <w:sz w:val="24"/>
          <w:szCs w:val="24"/>
        </w:rPr>
        <w:tab/>
      </w:r>
      <w:r w:rsidRPr="00C129C5">
        <w:rPr>
          <w:sz w:val="24"/>
          <w:szCs w:val="24"/>
        </w:rPr>
        <w:tab/>
      </w:r>
      <w:r w:rsidR="0082699D" w:rsidRPr="00C129C5">
        <w:rPr>
          <w:sz w:val="24"/>
          <w:szCs w:val="24"/>
        </w:rPr>
        <w:tab/>
        <w:t xml:space="preserve">         </w:t>
      </w:r>
      <w:r w:rsidR="009D7213" w:rsidRPr="00C129C5">
        <w:rPr>
          <w:sz w:val="24"/>
          <w:szCs w:val="24"/>
        </w:rPr>
        <w:tab/>
        <w:t xml:space="preserve">          </w:t>
      </w:r>
      <w:r w:rsidR="00C129C5" w:rsidRPr="00C129C5">
        <w:rPr>
          <w:sz w:val="24"/>
          <w:szCs w:val="24"/>
        </w:rPr>
        <w:t>1.281</w:t>
      </w:r>
      <w:r w:rsidR="00B46554" w:rsidRPr="00C129C5">
        <w:rPr>
          <w:sz w:val="24"/>
          <w:szCs w:val="24"/>
        </w:rPr>
        <w:t xml:space="preserve"> km</w:t>
      </w:r>
    </w:p>
    <w:p w:rsidR="003C3D9B" w:rsidRPr="00C129C5" w:rsidRDefault="00994C1D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129C5">
        <w:rPr>
          <w:sz w:val="24"/>
          <w:szCs w:val="24"/>
        </w:rPr>
        <w:t xml:space="preserve">Procurare </w:t>
      </w:r>
      <w:r w:rsidR="00216595" w:rsidRPr="00C129C5">
        <w:rPr>
          <w:sz w:val="24"/>
          <w:szCs w:val="24"/>
        </w:rPr>
        <w:t>si instalare indicatoare</w:t>
      </w:r>
      <w:r w:rsidR="00216595" w:rsidRPr="00C129C5">
        <w:rPr>
          <w:sz w:val="24"/>
          <w:szCs w:val="24"/>
        </w:rPr>
        <w:tab/>
      </w:r>
      <w:r w:rsidR="00216595" w:rsidRPr="00C129C5">
        <w:rPr>
          <w:sz w:val="24"/>
          <w:szCs w:val="24"/>
        </w:rPr>
        <w:tab/>
      </w:r>
      <w:r w:rsidR="00216595" w:rsidRPr="00C129C5">
        <w:rPr>
          <w:sz w:val="24"/>
          <w:szCs w:val="24"/>
        </w:rPr>
        <w:tab/>
      </w:r>
      <w:r w:rsidR="00216595" w:rsidRPr="00C129C5">
        <w:rPr>
          <w:sz w:val="24"/>
          <w:szCs w:val="24"/>
        </w:rPr>
        <w:tab/>
      </w:r>
      <w:r w:rsidR="00216595" w:rsidRPr="00C129C5">
        <w:rPr>
          <w:sz w:val="24"/>
          <w:szCs w:val="24"/>
        </w:rPr>
        <w:tab/>
      </w:r>
      <w:r w:rsidR="00216595" w:rsidRPr="00C129C5">
        <w:rPr>
          <w:sz w:val="24"/>
          <w:szCs w:val="24"/>
        </w:rPr>
        <w:tab/>
      </w:r>
      <w:r w:rsidR="00216595" w:rsidRPr="00C129C5">
        <w:rPr>
          <w:sz w:val="24"/>
          <w:szCs w:val="24"/>
        </w:rPr>
        <w:tab/>
      </w:r>
      <w:r w:rsidR="00125DE3" w:rsidRPr="00C129C5">
        <w:rPr>
          <w:sz w:val="24"/>
          <w:szCs w:val="24"/>
        </w:rPr>
        <w:t xml:space="preserve">    </w:t>
      </w:r>
      <w:r w:rsidR="00C129C5" w:rsidRPr="00C129C5">
        <w:rPr>
          <w:sz w:val="24"/>
          <w:szCs w:val="24"/>
        </w:rPr>
        <w:t xml:space="preserve">          11</w:t>
      </w:r>
      <w:r w:rsidR="003C3D9B" w:rsidRPr="00C129C5">
        <w:rPr>
          <w:sz w:val="24"/>
          <w:szCs w:val="24"/>
        </w:rPr>
        <w:t xml:space="preserve"> buc</w:t>
      </w:r>
    </w:p>
    <w:p w:rsidR="00BD1559" w:rsidRPr="006A05B6" w:rsidRDefault="00BD1559" w:rsidP="00791223">
      <w:pPr>
        <w:pStyle w:val="Listparagraf"/>
        <w:spacing w:line="360" w:lineRule="auto"/>
        <w:ind w:left="900"/>
        <w:jc w:val="both"/>
        <w:rPr>
          <w:color w:val="FF0000"/>
          <w:sz w:val="24"/>
          <w:szCs w:val="24"/>
        </w:rPr>
      </w:pPr>
      <w:r w:rsidRPr="006A05B6">
        <w:rPr>
          <w:color w:val="FF0000"/>
          <w:sz w:val="24"/>
          <w:szCs w:val="24"/>
        </w:rPr>
        <w:tab/>
      </w:r>
      <w:r w:rsidRPr="006A05B6">
        <w:rPr>
          <w:color w:val="FF0000"/>
          <w:sz w:val="24"/>
          <w:szCs w:val="24"/>
        </w:rPr>
        <w:tab/>
      </w:r>
    </w:p>
    <w:p w:rsidR="00433FB8" w:rsidRPr="006A05B6" w:rsidRDefault="00433FB8" w:rsidP="005D2769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433FB8" w:rsidRPr="006A05B6" w:rsidSect="006A745B">
      <w:headerReference w:type="default" r:id="rId7"/>
      <w:footerReference w:type="even" r:id="rId8"/>
      <w:footerReference w:type="default" r:id="rId9"/>
      <w:pgSz w:w="11907" w:h="16840" w:code="9"/>
      <w:pgMar w:top="720" w:right="720" w:bottom="720" w:left="1008" w:header="360" w:footer="850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D88" w:rsidRDefault="00DA4D88">
      <w:r>
        <w:separator/>
      </w:r>
    </w:p>
  </w:endnote>
  <w:endnote w:type="continuationSeparator" w:id="1">
    <w:p w:rsidR="00DA4D88" w:rsidRDefault="00DA4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C" w:rsidRDefault="00397D1A">
    <w:pPr>
      <w:pStyle w:val="Subsol"/>
    </w:pPr>
    <w:r>
      <w:rPr>
        <w:noProof/>
      </w:rPr>
      <w:pict>
        <v:line id="_x0000_s1045" style="position:absolute;z-index:251656192" from="15.3pt,4.65pt" to="471.3pt,4.65pt"/>
      </w:pict>
    </w:r>
  </w:p>
  <w:p w:rsidR="00CC125C" w:rsidRDefault="002B52BC" w:rsidP="001C2C40">
    <w:pPr>
      <w:pStyle w:val="Subsol"/>
      <w:tabs>
        <w:tab w:val="clear" w:pos="4320"/>
        <w:tab w:val="left" w:pos="8640"/>
      </w:tabs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D88" w:rsidRDefault="00DA4D88">
      <w:r>
        <w:separator/>
      </w:r>
    </w:p>
  </w:footnote>
  <w:footnote w:type="continuationSeparator" w:id="1">
    <w:p w:rsidR="00DA4D88" w:rsidRDefault="00DA4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25" w:rsidRPr="009811F1" w:rsidRDefault="009811F1" w:rsidP="009811F1">
    <w:pPr>
      <w:jc w:val="right"/>
      <w:rPr>
        <w:sz w:val="10"/>
        <w:szCs w:val="10"/>
      </w:rPr>
    </w:pPr>
    <w:r>
      <w:rPr>
        <w:sz w:val="10"/>
        <w:szCs w:val="10"/>
      </w:rPr>
      <w:tab/>
    </w:r>
    <w:r>
      <w:rPr>
        <w:sz w:val="10"/>
        <w:szCs w:val="10"/>
      </w:rPr>
      <w:tab/>
    </w:r>
  </w:p>
  <w:p w:rsidR="00AE1340" w:rsidRPr="00A97320" w:rsidRDefault="00AE1340" w:rsidP="00AE1340">
    <w:pPr>
      <w:pStyle w:val="Antet"/>
      <w:tabs>
        <w:tab w:val="clear" w:pos="8640"/>
        <w:tab w:val="right" w:pos="9540"/>
      </w:tabs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2367"/>
        </w:tabs>
        <w:ind w:left="2367" w:hanging="56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300AF7"/>
    <w:multiLevelType w:val="multilevel"/>
    <w:tmpl w:val="BF3C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5635EF0"/>
    <w:multiLevelType w:val="hybridMultilevel"/>
    <w:tmpl w:val="0C986EB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1E200A"/>
    <w:multiLevelType w:val="hybridMultilevel"/>
    <w:tmpl w:val="A416591E"/>
    <w:lvl w:ilvl="0" w:tplc="FFFFFFFF">
      <w:start w:val="4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Vineta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Vineta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Vineta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281298"/>
    <w:multiLevelType w:val="multilevel"/>
    <w:tmpl w:val="3FB806B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072FF"/>
    <w:multiLevelType w:val="multilevel"/>
    <w:tmpl w:val="FCEEBE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FF7670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0FBD065E"/>
    <w:multiLevelType w:val="singleLevel"/>
    <w:tmpl w:val="C58AC0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3A7D53"/>
    <w:multiLevelType w:val="hybridMultilevel"/>
    <w:tmpl w:val="8B4C576E"/>
    <w:lvl w:ilvl="0" w:tplc="F12EF82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4371D9"/>
    <w:multiLevelType w:val="hybridMultilevel"/>
    <w:tmpl w:val="F496E532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14D01417"/>
    <w:multiLevelType w:val="multilevel"/>
    <w:tmpl w:val="86FC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92148"/>
    <w:multiLevelType w:val="multilevel"/>
    <w:tmpl w:val="400C651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</w:lvl>
  </w:abstractNum>
  <w:abstractNum w:abstractNumId="14">
    <w:nsid w:val="1A1A7F27"/>
    <w:multiLevelType w:val="singleLevel"/>
    <w:tmpl w:val="C35ADF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4A75985"/>
    <w:multiLevelType w:val="hybridMultilevel"/>
    <w:tmpl w:val="DA963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BC78B3"/>
    <w:multiLevelType w:val="hybridMultilevel"/>
    <w:tmpl w:val="B1743CBA"/>
    <w:lvl w:ilvl="0" w:tplc="064CEF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D4CDCD0">
      <w:start w:val="1"/>
      <w:numFmt w:val="lowerLetter"/>
      <w:lvlText w:val="%2)"/>
      <w:lvlJc w:val="left"/>
      <w:pPr>
        <w:tabs>
          <w:tab w:val="num" w:pos="2265"/>
        </w:tabs>
        <w:ind w:left="2265" w:hanging="825"/>
      </w:pPr>
      <w:rPr>
        <w:rFonts w:hint="default"/>
      </w:rPr>
    </w:lvl>
    <w:lvl w:ilvl="2" w:tplc="FB42D65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6B17DC5"/>
    <w:multiLevelType w:val="hybridMultilevel"/>
    <w:tmpl w:val="A2D07F42"/>
    <w:lvl w:ilvl="0" w:tplc="040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8">
    <w:nsid w:val="28103875"/>
    <w:multiLevelType w:val="hybridMultilevel"/>
    <w:tmpl w:val="2A8EEA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B1582F"/>
    <w:multiLevelType w:val="hybridMultilevel"/>
    <w:tmpl w:val="75F0F00C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4346915"/>
    <w:multiLevelType w:val="hybridMultilevel"/>
    <w:tmpl w:val="76B6BCD0"/>
    <w:lvl w:ilvl="0" w:tplc="0CF43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AE13EA"/>
    <w:multiLevelType w:val="hybridMultilevel"/>
    <w:tmpl w:val="7256A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52E30"/>
    <w:multiLevelType w:val="hybridMultilevel"/>
    <w:tmpl w:val="10088A06"/>
    <w:lvl w:ilvl="0" w:tplc="40C05A64">
      <w:start w:val="19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E4A6BCD"/>
    <w:multiLevelType w:val="hybridMultilevel"/>
    <w:tmpl w:val="9752A2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BF6EEC"/>
    <w:multiLevelType w:val="hybridMultilevel"/>
    <w:tmpl w:val="2558E502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4DD05CA0"/>
    <w:multiLevelType w:val="multilevel"/>
    <w:tmpl w:val="4E7405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6">
    <w:nsid w:val="4F582343"/>
    <w:multiLevelType w:val="hybridMultilevel"/>
    <w:tmpl w:val="11DCA568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2112045"/>
    <w:multiLevelType w:val="hybridMultilevel"/>
    <w:tmpl w:val="3E4C3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456FF7"/>
    <w:multiLevelType w:val="singleLevel"/>
    <w:tmpl w:val="4A58AB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D734A1"/>
    <w:multiLevelType w:val="hybridMultilevel"/>
    <w:tmpl w:val="A60213BE"/>
    <w:lvl w:ilvl="0" w:tplc="665EB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4A0F07"/>
    <w:multiLevelType w:val="hybridMultilevel"/>
    <w:tmpl w:val="537C2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123CC"/>
    <w:multiLevelType w:val="multilevel"/>
    <w:tmpl w:val="0C986E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91214"/>
    <w:multiLevelType w:val="hybridMultilevel"/>
    <w:tmpl w:val="31944C94"/>
    <w:lvl w:ilvl="0" w:tplc="1B9445BE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3323"/>
    <w:multiLevelType w:val="multilevel"/>
    <w:tmpl w:val="240662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CC0CFD"/>
    <w:multiLevelType w:val="hybridMultilevel"/>
    <w:tmpl w:val="B0B6EAD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E00B2F"/>
    <w:multiLevelType w:val="hybridMultilevel"/>
    <w:tmpl w:val="31EEEA6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41"/>
        </w:tabs>
        <w:ind w:left="1641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6">
    <w:nsid w:val="792F5C42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BE3A87"/>
    <w:multiLevelType w:val="multilevel"/>
    <w:tmpl w:val="20E683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7B4F583A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14"/>
  </w:num>
  <w:num w:numId="5">
    <w:abstractNumId w:val="9"/>
  </w:num>
  <w:num w:numId="6">
    <w:abstractNumId w:val="26"/>
  </w:num>
  <w:num w:numId="7">
    <w:abstractNumId w:val="20"/>
  </w:num>
  <w:num w:numId="8">
    <w:abstractNumId w:val="38"/>
  </w:num>
  <w:num w:numId="9">
    <w:abstractNumId w:val="28"/>
  </w:num>
  <w:num w:numId="10">
    <w:abstractNumId w:val="5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4"/>
  </w:num>
  <w:num w:numId="17">
    <w:abstractNumId w:val="4"/>
  </w:num>
  <w:num w:numId="18">
    <w:abstractNumId w:val="31"/>
  </w:num>
  <w:num w:numId="19">
    <w:abstractNumId w:val="16"/>
  </w:num>
  <w:num w:numId="20">
    <w:abstractNumId w:val="32"/>
  </w:num>
  <w:num w:numId="21">
    <w:abstractNumId w:val="24"/>
  </w:num>
  <w:num w:numId="22">
    <w:abstractNumId w:val="21"/>
  </w:num>
  <w:num w:numId="23">
    <w:abstractNumId w:val="11"/>
  </w:num>
  <w:num w:numId="24">
    <w:abstractNumId w:val="19"/>
  </w:num>
  <w:num w:numId="25">
    <w:abstractNumId w:val="2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0"/>
  </w:num>
  <w:num w:numId="43">
    <w:abstractNumId w:val="29"/>
  </w:num>
  <w:num w:numId="44">
    <w:abstractNumId w:val="15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198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37D"/>
    <w:rsid w:val="00007988"/>
    <w:rsid w:val="000166A9"/>
    <w:rsid w:val="00017D90"/>
    <w:rsid w:val="00020EEC"/>
    <w:rsid w:val="00022BBC"/>
    <w:rsid w:val="000239D1"/>
    <w:rsid w:val="00025EF8"/>
    <w:rsid w:val="00027A16"/>
    <w:rsid w:val="000311FA"/>
    <w:rsid w:val="00040590"/>
    <w:rsid w:val="000415E3"/>
    <w:rsid w:val="00043DBA"/>
    <w:rsid w:val="0004497E"/>
    <w:rsid w:val="00045BB9"/>
    <w:rsid w:val="0005002D"/>
    <w:rsid w:val="00052231"/>
    <w:rsid w:val="0005352F"/>
    <w:rsid w:val="00055181"/>
    <w:rsid w:val="000606A2"/>
    <w:rsid w:val="00063AE6"/>
    <w:rsid w:val="00070177"/>
    <w:rsid w:val="00073DB2"/>
    <w:rsid w:val="0007449C"/>
    <w:rsid w:val="0007700C"/>
    <w:rsid w:val="00085DAD"/>
    <w:rsid w:val="0009062A"/>
    <w:rsid w:val="00092414"/>
    <w:rsid w:val="00095F54"/>
    <w:rsid w:val="000A4A9A"/>
    <w:rsid w:val="000A4D89"/>
    <w:rsid w:val="000B4B3A"/>
    <w:rsid w:val="000B4F5B"/>
    <w:rsid w:val="000B7579"/>
    <w:rsid w:val="000B79C1"/>
    <w:rsid w:val="000C096B"/>
    <w:rsid w:val="000C468E"/>
    <w:rsid w:val="000C47FA"/>
    <w:rsid w:val="000D0D18"/>
    <w:rsid w:val="000D1CC5"/>
    <w:rsid w:val="000D2CF3"/>
    <w:rsid w:val="000D46F3"/>
    <w:rsid w:val="000D4E7C"/>
    <w:rsid w:val="000D7B2A"/>
    <w:rsid w:val="000F5359"/>
    <w:rsid w:val="000F5C7C"/>
    <w:rsid w:val="000F5DAE"/>
    <w:rsid w:val="000F6C9F"/>
    <w:rsid w:val="000F7536"/>
    <w:rsid w:val="00106155"/>
    <w:rsid w:val="00112873"/>
    <w:rsid w:val="00112CC7"/>
    <w:rsid w:val="001229F6"/>
    <w:rsid w:val="00123EA9"/>
    <w:rsid w:val="00124959"/>
    <w:rsid w:val="00125DE3"/>
    <w:rsid w:val="0012688D"/>
    <w:rsid w:val="0013518E"/>
    <w:rsid w:val="00143634"/>
    <w:rsid w:val="00145015"/>
    <w:rsid w:val="001474E6"/>
    <w:rsid w:val="001506AD"/>
    <w:rsid w:val="0015087B"/>
    <w:rsid w:val="00151019"/>
    <w:rsid w:val="00151C5B"/>
    <w:rsid w:val="00152879"/>
    <w:rsid w:val="0016007F"/>
    <w:rsid w:val="001642C8"/>
    <w:rsid w:val="00172692"/>
    <w:rsid w:val="0018238E"/>
    <w:rsid w:val="00182A2A"/>
    <w:rsid w:val="00184BDA"/>
    <w:rsid w:val="00185302"/>
    <w:rsid w:val="00192AE2"/>
    <w:rsid w:val="00195631"/>
    <w:rsid w:val="001A21B9"/>
    <w:rsid w:val="001A6782"/>
    <w:rsid w:val="001B297B"/>
    <w:rsid w:val="001B2F7C"/>
    <w:rsid w:val="001B50C3"/>
    <w:rsid w:val="001C136E"/>
    <w:rsid w:val="001C2C40"/>
    <w:rsid w:val="001C6589"/>
    <w:rsid w:val="001D01B9"/>
    <w:rsid w:val="001D56DC"/>
    <w:rsid w:val="001F3644"/>
    <w:rsid w:val="001F70FC"/>
    <w:rsid w:val="002054D7"/>
    <w:rsid w:val="0021030B"/>
    <w:rsid w:val="00216593"/>
    <w:rsid w:val="00216595"/>
    <w:rsid w:val="0021761E"/>
    <w:rsid w:val="00227069"/>
    <w:rsid w:val="00227AE7"/>
    <w:rsid w:val="0023732E"/>
    <w:rsid w:val="00245646"/>
    <w:rsid w:val="00251E99"/>
    <w:rsid w:val="002567E4"/>
    <w:rsid w:val="00257D28"/>
    <w:rsid w:val="002615B7"/>
    <w:rsid w:val="002643DF"/>
    <w:rsid w:val="00267135"/>
    <w:rsid w:val="00270DCE"/>
    <w:rsid w:val="00272E1F"/>
    <w:rsid w:val="00275EF9"/>
    <w:rsid w:val="002823D5"/>
    <w:rsid w:val="002876A4"/>
    <w:rsid w:val="00293186"/>
    <w:rsid w:val="002963E9"/>
    <w:rsid w:val="002A07A9"/>
    <w:rsid w:val="002A57F4"/>
    <w:rsid w:val="002A6B78"/>
    <w:rsid w:val="002A714C"/>
    <w:rsid w:val="002B52BC"/>
    <w:rsid w:val="002C1F3D"/>
    <w:rsid w:val="002C70D5"/>
    <w:rsid w:val="002E79DD"/>
    <w:rsid w:val="002F1854"/>
    <w:rsid w:val="002F1CED"/>
    <w:rsid w:val="002F21EC"/>
    <w:rsid w:val="002F315E"/>
    <w:rsid w:val="002F3641"/>
    <w:rsid w:val="002F3710"/>
    <w:rsid w:val="002F76A9"/>
    <w:rsid w:val="00307BD2"/>
    <w:rsid w:val="00314681"/>
    <w:rsid w:val="00321E86"/>
    <w:rsid w:val="00324B4E"/>
    <w:rsid w:val="00325954"/>
    <w:rsid w:val="00326347"/>
    <w:rsid w:val="0033076E"/>
    <w:rsid w:val="003368B7"/>
    <w:rsid w:val="0034065B"/>
    <w:rsid w:val="0034342E"/>
    <w:rsid w:val="0034384E"/>
    <w:rsid w:val="00343CA3"/>
    <w:rsid w:val="003542AD"/>
    <w:rsid w:val="003576EE"/>
    <w:rsid w:val="003637E3"/>
    <w:rsid w:val="0036686C"/>
    <w:rsid w:val="00371FF9"/>
    <w:rsid w:val="00373465"/>
    <w:rsid w:val="0037714A"/>
    <w:rsid w:val="00377DB8"/>
    <w:rsid w:val="00381070"/>
    <w:rsid w:val="00382957"/>
    <w:rsid w:val="00384E4B"/>
    <w:rsid w:val="003857BA"/>
    <w:rsid w:val="00385C39"/>
    <w:rsid w:val="00387764"/>
    <w:rsid w:val="00397D1A"/>
    <w:rsid w:val="003A29A5"/>
    <w:rsid w:val="003A2E19"/>
    <w:rsid w:val="003A36BC"/>
    <w:rsid w:val="003A414D"/>
    <w:rsid w:val="003A6303"/>
    <w:rsid w:val="003B2E4C"/>
    <w:rsid w:val="003B3EAE"/>
    <w:rsid w:val="003B4418"/>
    <w:rsid w:val="003B474E"/>
    <w:rsid w:val="003B548F"/>
    <w:rsid w:val="003B7901"/>
    <w:rsid w:val="003C09D6"/>
    <w:rsid w:val="003C10CE"/>
    <w:rsid w:val="003C3D9B"/>
    <w:rsid w:val="003C6D3F"/>
    <w:rsid w:val="003C7E4B"/>
    <w:rsid w:val="003D13D9"/>
    <w:rsid w:val="003D39DF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5116"/>
    <w:rsid w:val="00425168"/>
    <w:rsid w:val="00426245"/>
    <w:rsid w:val="00426C89"/>
    <w:rsid w:val="00430E96"/>
    <w:rsid w:val="004323F3"/>
    <w:rsid w:val="00433FB8"/>
    <w:rsid w:val="00440171"/>
    <w:rsid w:val="004417A2"/>
    <w:rsid w:val="00441C5E"/>
    <w:rsid w:val="004427E7"/>
    <w:rsid w:val="00444799"/>
    <w:rsid w:val="004508E7"/>
    <w:rsid w:val="00451B70"/>
    <w:rsid w:val="00452AA8"/>
    <w:rsid w:val="004545ED"/>
    <w:rsid w:val="00454882"/>
    <w:rsid w:val="004563B2"/>
    <w:rsid w:val="0046074F"/>
    <w:rsid w:val="004607DE"/>
    <w:rsid w:val="00462895"/>
    <w:rsid w:val="00463625"/>
    <w:rsid w:val="0046420B"/>
    <w:rsid w:val="004667D0"/>
    <w:rsid w:val="00477811"/>
    <w:rsid w:val="00481767"/>
    <w:rsid w:val="00482229"/>
    <w:rsid w:val="00482778"/>
    <w:rsid w:val="00491E30"/>
    <w:rsid w:val="004A3784"/>
    <w:rsid w:val="004A424E"/>
    <w:rsid w:val="004A4CF8"/>
    <w:rsid w:val="004A57B2"/>
    <w:rsid w:val="004C5930"/>
    <w:rsid w:val="004C76AF"/>
    <w:rsid w:val="004D4FAF"/>
    <w:rsid w:val="004D5ACE"/>
    <w:rsid w:val="004D644D"/>
    <w:rsid w:val="004D6B90"/>
    <w:rsid w:val="004E0A0E"/>
    <w:rsid w:val="004E4193"/>
    <w:rsid w:val="004E5ADE"/>
    <w:rsid w:val="004F33A5"/>
    <w:rsid w:val="004F4407"/>
    <w:rsid w:val="005006A1"/>
    <w:rsid w:val="00503D2A"/>
    <w:rsid w:val="0051299D"/>
    <w:rsid w:val="005207C6"/>
    <w:rsid w:val="005229AF"/>
    <w:rsid w:val="00524046"/>
    <w:rsid w:val="00524A09"/>
    <w:rsid w:val="00525CCF"/>
    <w:rsid w:val="00532D55"/>
    <w:rsid w:val="00533246"/>
    <w:rsid w:val="00535E68"/>
    <w:rsid w:val="0053629B"/>
    <w:rsid w:val="005404F0"/>
    <w:rsid w:val="00543176"/>
    <w:rsid w:val="005466E5"/>
    <w:rsid w:val="0056022E"/>
    <w:rsid w:val="005625FF"/>
    <w:rsid w:val="005627A1"/>
    <w:rsid w:val="005668D5"/>
    <w:rsid w:val="00567E56"/>
    <w:rsid w:val="0057091D"/>
    <w:rsid w:val="00572243"/>
    <w:rsid w:val="00584D09"/>
    <w:rsid w:val="005869AB"/>
    <w:rsid w:val="00596160"/>
    <w:rsid w:val="005A220B"/>
    <w:rsid w:val="005A396B"/>
    <w:rsid w:val="005B3C56"/>
    <w:rsid w:val="005B62B9"/>
    <w:rsid w:val="005B7713"/>
    <w:rsid w:val="005C0856"/>
    <w:rsid w:val="005C37AD"/>
    <w:rsid w:val="005C52AA"/>
    <w:rsid w:val="005C5EDB"/>
    <w:rsid w:val="005D0D0B"/>
    <w:rsid w:val="005D2769"/>
    <w:rsid w:val="005D5FCA"/>
    <w:rsid w:val="005E07DD"/>
    <w:rsid w:val="005E193C"/>
    <w:rsid w:val="005E278A"/>
    <w:rsid w:val="005E413E"/>
    <w:rsid w:val="005E6472"/>
    <w:rsid w:val="005E6640"/>
    <w:rsid w:val="005E6794"/>
    <w:rsid w:val="005E67AE"/>
    <w:rsid w:val="005F2508"/>
    <w:rsid w:val="005F7117"/>
    <w:rsid w:val="00601CFA"/>
    <w:rsid w:val="00610AE6"/>
    <w:rsid w:val="00611DA2"/>
    <w:rsid w:val="0061211F"/>
    <w:rsid w:val="00621F84"/>
    <w:rsid w:val="006244A5"/>
    <w:rsid w:val="00625E53"/>
    <w:rsid w:val="0063234E"/>
    <w:rsid w:val="00637923"/>
    <w:rsid w:val="006414AF"/>
    <w:rsid w:val="006414E3"/>
    <w:rsid w:val="00642E4B"/>
    <w:rsid w:val="00644534"/>
    <w:rsid w:val="006459C0"/>
    <w:rsid w:val="00654E57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4EF2"/>
    <w:rsid w:val="006975BC"/>
    <w:rsid w:val="006A049E"/>
    <w:rsid w:val="006A05B6"/>
    <w:rsid w:val="006A0D4A"/>
    <w:rsid w:val="006A4E45"/>
    <w:rsid w:val="006A593C"/>
    <w:rsid w:val="006A745B"/>
    <w:rsid w:val="006B1F43"/>
    <w:rsid w:val="006B25D7"/>
    <w:rsid w:val="006B6C3F"/>
    <w:rsid w:val="006C19E9"/>
    <w:rsid w:val="006C3061"/>
    <w:rsid w:val="006C3DAF"/>
    <w:rsid w:val="006D10B1"/>
    <w:rsid w:val="006D199D"/>
    <w:rsid w:val="006D5DBB"/>
    <w:rsid w:val="006E1A6D"/>
    <w:rsid w:val="006E274A"/>
    <w:rsid w:val="006E4BBB"/>
    <w:rsid w:val="006E4E6A"/>
    <w:rsid w:val="006E597C"/>
    <w:rsid w:val="006F3A67"/>
    <w:rsid w:val="006F61A9"/>
    <w:rsid w:val="00700785"/>
    <w:rsid w:val="00700C0C"/>
    <w:rsid w:val="007036A4"/>
    <w:rsid w:val="00705788"/>
    <w:rsid w:val="00705EDA"/>
    <w:rsid w:val="00716364"/>
    <w:rsid w:val="00722584"/>
    <w:rsid w:val="00734BDD"/>
    <w:rsid w:val="00737385"/>
    <w:rsid w:val="00744C8B"/>
    <w:rsid w:val="00751AB8"/>
    <w:rsid w:val="00751D0D"/>
    <w:rsid w:val="00752C7D"/>
    <w:rsid w:val="007531D8"/>
    <w:rsid w:val="0075335F"/>
    <w:rsid w:val="00757A4C"/>
    <w:rsid w:val="00763B58"/>
    <w:rsid w:val="00763F4C"/>
    <w:rsid w:val="007652C6"/>
    <w:rsid w:val="007706FE"/>
    <w:rsid w:val="00773B9B"/>
    <w:rsid w:val="00774381"/>
    <w:rsid w:val="00781AB5"/>
    <w:rsid w:val="00782596"/>
    <w:rsid w:val="00791223"/>
    <w:rsid w:val="00797226"/>
    <w:rsid w:val="0079798F"/>
    <w:rsid w:val="007A1B0E"/>
    <w:rsid w:val="007A4593"/>
    <w:rsid w:val="007A5ADC"/>
    <w:rsid w:val="007B447A"/>
    <w:rsid w:val="007B45CC"/>
    <w:rsid w:val="007C2DBD"/>
    <w:rsid w:val="007C439E"/>
    <w:rsid w:val="007C4C22"/>
    <w:rsid w:val="007D1083"/>
    <w:rsid w:val="007D60D9"/>
    <w:rsid w:val="007D680A"/>
    <w:rsid w:val="007D7D13"/>
    <w:rsid w:val="007E4AA2"/>
    <w:rsid w:val="007E6117"/>
    <w:rsid w:val="007E6134"/>
    <w:rsid w:val="007E75E6"/>
    <w:rsid w:val="007F00E9"/>
    <w:rsid w:val="007F3238"/>
    <w:rsid w:val="007F5BAD"/>
    <w:rsid w:val="008033BA"/>
    <w:rsid w:val="008036E5"/>
    <w:rsid w:val="00804EDB"/>
    <w:rsid w:val="00813F3D"/>
    <w:rsid w:val="00820CE8"/>
    <w:rsid w:val="0082292F"/>
    <w:rsid w:val="0082699D"/>
    <w:rsid w:val="00836B0C"/>
    <w:rsid w:val="0083710F"/>
    <w:rsid w:val="00841A4D"/>
    <w:rsid w:val="00856216"/>
    <w:rsid w:val="008562F8"/>
    <w:rsid w:val="00856787"/>
    <w:rsid w:val="00857031"/>
    <w:rsid w:val="008604F3"/>
    <w:rsid w:val="0086183F"/>
    <w:rsid w:val="0086195C"/>
    <w:rsid w:val="008620B4"/>
    <w:rsid w:val="00862CC0"/>
    <w:rsid w:val="00863822"/>
    <w:rsid w:val="008654B6"/>
    <w:rsid w:val="00867698"/>
    <w:rsid w:val="00877E99"/>
    <w:rsid w:val="00882027"/>
    <w:rsid w:val="00885412"/>
    <w:rsid w:val="008942DE"/>
    <w:rsid w:val="00897C63"/>
    <w:rsid w:val="008A23C8"/>
    <w:rsid w:val="008A2779"/>
    <w:rsid w:val="008A2E7F"/>
    <w:rsid w:val="008A35A1"/>
    <w:rsid w:val="008B0E4A"/>
    <w:rsid w:val="008B415B"/>
    <w:rsid w:val="008B49BA"/>
    <w:rsid w:val="008C4A7F"/>
    <w:rsid w:val="008D4551"/>
    <w:rsid w:val="008D4E01"/>
    <w:rsid w:val="008D5282"/>
    <w:rsid w:val="008D621C"/>
    <w:rsid w:val="008D7583"/>
    <w:rsid w:val="008F34A7"/>
    <w:rsid w:val="008F5C90"/>
    <w:rsid w:val="009006D5"/>
    <w:rsid w:val="00901DDA"/>
    <w:rsid w:val="00922E87"/>
    <w:rsid w:val="00927E54"/>
    <w:rsid w:val="00936E7E"/>
    <w:rsid w:val="00937AD6"/>
    <w:rsid w:val="00944D3D"/>
    <w:rsid w:val="00956754"/>
    <w:rsid w:val="00956F29"/>
    <w:rsid w:val="00960414"/>
    <w:rsid w:val="009625EA"/>
    <w:rsid w:val="00963E95"/>
    <w:rsid w:val="00965454"/>
    <w:rsid w:val="00966FB3"/>
    <w:rsid w:val="009706FE"/>
    <w:rsid w:val="009721E3"/>
    <w:rsid w:val="009811F1"/>
    <w:rsid w:val="00981DB0"/>
    <w:rsid w:val="00982222"/>
    <w:rsid w:val="0098293F"/>
    <w:rsid w:val="00994C1D"/>
    <w:rsid w:val="00995209"/>
    <w:rsid w:val="0099624C"/>
    <w:rsid w:val="009963A7"/>
    <w:rsid w:val="009A224B"/>
    <w:rsid w:val="009A2E68"/>
    <w:rsid w:val="009A2FBE"/>
    <w:rsid w:val="009A4E7B"/>
    <w:rsid w:val="009A51FC"/>
    <w:rsid w:val="009B18B9"/>
    <w:rsid w:val="009B2653"/>
    <w:rsid w:val="009B69A7"/>
    <w:rsid w:val="009C02AD"/>
    <w:rsid w:val="009C70FA"/>
    <w:rsid w:val="009D0025"/>
    <w:rsid w:val="009D3152"/>
    <w:rsid w:val="009D7213"/>
    <w:rsid w:val="009E1BB5"/>
    <w:rsid w:val="009E2BAD"/>
    <w:rsid w:val="009E445C"/>
    <w:rsid w:val="009E72F0"/>
    <w:rsid w:val="009F02D7"/>
    <w:rsid w:val="009F1680"/>
    <w:rsid w:val="009F4297"/>
    <w:rsid w:val="009F735E"/>
    <w:rsid w:val="00A001ED"/>
    <w:rsid w:val="00A0079A"/>
    <w:rsid w:val="00A01A10"/>
    <w:rsid w:val="00A05B0B"/>
    <w:rsid w:val="00A06DB4"/>
    <w:rsid w:val="00A106AE"/>
    <w:rsid w:val="00A15A01"/>
    <w:rsid w:val="00A23886"/>
    <w:rsid w:val="00A343DA"/>
    <w:rsid w:val="00A34505"/>
    <w:rsid w:val="00A366C4"/>
    <w:rsid w:val="00A36C3D"/>
    <w:rsid w:val="00A40F6C"/>
    <w:rsid w:val="00A4266A"/>
    <w:rsid w:val="00A51EF2"/>
    <w:rsid w:val="00A534D4"/>
    <w:rsid w:val="00A638CF"/>
    <w:rsid w:val="00A66DA8"/>
    <w:rsid w:val="00A71AD6"/>
    <w:rsid w:val="00A7711C"/>
    <w:rsid w:val="00A80663"/>
    <w:rsid w:val="00A826A7"/>
    <w:rsid w:val="00A82C1E"/>
    <w:rsid w:val="00A83625"/>
    <w:rsid w:val="00A83C5A"/>
    <w:rsid w:val="00A83CA6"/>
    <w:rsid w:val="00A92CD7"/>
    <w:rsid w:val="00A932E7"/>
    <w:rsid w:val="00A94C4A"/>
    <w:rsid w:val="00A9637A"/>
    <w:rsid w:val="00A9648A"/>
    <w:rsid w:val="00A97320"/>
    <w:rsid w:val="00AA4E6E"/>
    <w:rsid w:val="00AA71B3"/>
    <w:rsid w:val="00AA7924"/>
    <w:rsid w:val="00AB3149"/>
    <w:rsid w:val="00AB3952"/>
    <w:rsid w:val="00AB41F1"/>
    <w:rsid w:val="00AB5BDD"/>
    <w:rsid w:val="00AC00F7"/>
    <w:rsid w:val="00AC58EA"/>
    <w:rsid w:val="00AD11D8"/>
    <w:rsid w:val="00AD4D73"/>
    <w:rsid w:val="00AD5343"/>
    <w:rsid w:val="00AD5F78"/>
    <w:rsid w:val="00AD6BDD"/>
    <w:rsid w:val="00AD7EC9"/>
    <w:rsid w:val="00AE0651"/>
    <w:rsid w:val="00AE0E64"/>
    <w:rsid w:val="00AE1340"/>
    <w:rsid w:val="00AE1C24"/>
    <w:rsid w:val="00AE460E"/>
    <w:rsid w:val="00AE47E7"/>
    <w:rsid w:val="00AF1003"/>
    <w:rsid w:val="00AF1A04"/>
    <w:rsid w:val="00AF4FF1"/>
    <w:rsid w:val="00B02E7C"/>
    <w:rsid w:val="00B070FA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453DD"/>
    <w:rsid w:val="00B46554"/>
    <w:rsid w:val="00B5053F"/>
    <w:rsid w:val="00B53506"/>
    <w:rsid w:val="00B56C3D"/>
    <w:rsid w:val="00B80376"/>
    <w:rsid w:val="00B83295"/>
    <w:rsid w:val="00B84191"/>
    <w:rsid w:val="00B92E5A"/>
    <w:rsid w:val="00BA1136"/>
    <w:rsid w:val="00BA2056"/>
    <w:rsid w:val="00BB03D7"/>
    <w:rsid w:val="00BB08CC"/>
    <w:rsid w:val="00BB4C7B"/>
    <w:rsid w:val="00BC21E5"/>
    <w:rsid w:val="00BD1559"/>
    <w:rsid w:val="00BD4265"/>
    <w:rsid w:val="00BE0CBC"/>
    <w:rsid w:val="00BE1ECE"/>
    <w:rsid w:val="00BE6F88"/>
    <w:rsid w:val="00BF1C20"/>
    <w:rsid w:val="00BF1F49"/>
    <w:rsid w:val="00BF5697"/>
    <w:rsid w:val="00BF5834"/>
    <w:rsid w:val="00C04505"/>
    <w:rsid w:val="00C04A24"/>
    <w:rsid w:val="00C062B8"/>
    <w:rsid w:val="00C06FDD"/>
    <w:rsid w:val="00C129C5"/>
    <w:rsid w:val="00C14137"/>
    <w:rsid w:val="00C147A5"/>
    <w:rsid w:val="00C14880"/>
    <w:rsid w:val="00C17393"/>
    <w:rsid w:val="00C266F0"/>
    <w:rsid w:val="00C26D83"/>
    <w:rsid w:val="00C31163"/>
    <w:rsid w:val="00C32A36"/>
    <w:rsid w:val="00C36412"/>
    <w:rsid w:val="00C43DA2"/>
    <w:rsid w:val="00C53D18"/>
    <w:rsid w:val="00C55A29"/>
    <w:rsid w:val="00C71A3A"/>
    <w:rsid w:val="00C77CE4"/>
    <w:rsid w:val="00C914DC"/>
    <w:rsid w:val="00C92E6E"/>
    <w:rsid w:val="00CA03E2"/>
    <w:rsid w:val="00CA1352"/>
    <w:rsid w:val="00CA5224"/>
    <w:rsid w:val="00CA580F"/>
    <w:rsid w:val="00CB2D84"/>
    <w:rsid w:val="00CC125C"/>
    <w:rsid w:val="00CC4187"/>
    <w:rsid w:val="00CD094A"/>
    <w:rsid w:val="00CD114A"/>
    <w:rsid w:val="00CD1503"/>
    <w:rsid w:val="00CD717E"/>
    <w:rsid w:val="00CD7D33"/>
    <w:rsid w:val="00CE1BC1"/>
    <w:rsid w:val="00CE382B"/>
    <w:rsid w:val="00CE7EC3"/>
    <w:rsid w:val="00CF0FBF"/>
    <w:rsid w:val="00D0163C"/>
    <w:rsid w:val="00D03EFF"/>
    <w:rsid w:val="00D1311E"/>
    <w:rsid w:val="00D16519"/>
    <w:rsid w:val="00D17950"/>
    <w:rsid w:val="00D23F68"/>
    <w:rsid w:val="00D36DA6"/>
    <w:rsid w:val="00D50F2D"/>
    <w:rsid w:val="00D52E16"/>
    <w:rsid w:val="00D559D5"/>
    <w:rsid w:val="00D55C3D"/>
    <w:rsid w:val="00D60E0F"/>
    <w:rsid w:val="00D62292"/>
    <w:rsid w:val="00D62F0D"/>
    <w:rsid w:val="00D63110"/>
    <w:rsid w:val="00D64583"/>
    <w:rsid w:val="00D64B60"/>
    <w:rsid w:val="00D65837"/>
    <w:rsid w:val="00D70F54"/>
    <w:rsid w:val="00D7201D"/>
    <w:rsid w:val="00D72E0B"/>
    <w:rsid w:val="00D80C78"/>
    <w:rsid w:val="00D81CC5"/>
    <w:rsid w:val="00D83BAC"/>
    <w:rsid w:val="00D83E7F"/>
    <w:rsid w:val="00D909A3"/>
    <w:rsid w:val="00D96001"/>
    <w:rsid w:val="00DA0329"/>
    <w:rsid w:val="00DA4D88"/>
    <w:rsid w:val="00DA61B9"/>
    <w:rsid w:val="00DB5241"/>
    <w:rsid w:val="00DB689D"/>
    <w:rsid w:val="00DC27D1"/>
    <w:rsid w:val="00DC2AEE"/>
    <w:rsid w:val="00DC2CBC"/>
    <w:rsid w:val="00DD541B"/>
    <w:rsid w:val="00DE2F28"/>
    <w:rsid w:val="00DF190D"/>
    <w:rsid w:val="00DF4EBD"/>
    <w:rsid w:val="00E016F1"/>
    <w:rsid w:val="00E060A0"/>
    <w:rsid w:val="00E06F98"/>
    <w:rsid w:val="00E143E7"/>
    <w:rsid w:val="00E15354"/>
    <w:rsid w:val="00E21CE4"/>
    <w:rsid w:val="00E34ACF"/>
    <w:rsid w:val="00E4128B"/>
    <w:rsid w:val="00E428DF"/>
    <w:rsid w:val="00E46793"/>
    <w:rsid w:val="00E51355"/>
    <w:rsid w:val="00E54142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70F73"/>
    <w:rsid w:val="00E71621"/>
    <w:rsid w:val="00E84BD9"/>
    <w:rsid w:val="00E91194"/>
    <w:rsid w:val="00E91269"/>
    <w:rsid w:val="00E92242"/>
    <w:rsid w:val="00E9254F"/>
    <w:rsid w:val="00E97A2E"/>
    <w:rsid w:val="00E97E8C"/>
    <w:rsid w:val="00EA5487"/>
    <w:rsid w:val="00EA5D7A"/>
    <w:rsid w:val="00EA7E82"/>
    <w:rsid w:val="00EA7F45"/>
    <w:rsid w:val="00EB6284"/>
    <w:rsid w:val="00EB628B"/>
    <w:rsid w:val="00EB6B47"/>
    <w:rsid w:val="00EC3F7B"/>
    <w:rsid w:val="00EC631D"/>
    <w:rsid w:val="00ED0008"/>
    <w:rsid w:val="00ED2A1B"/>
    <w:rsid w:val="00EE06A9"/>
    <w:rsid w:val="00EE61DD"/>
    <w:rsid w:val="00EF029F"/>
    <w:rsid w:val="00EF17C3"/>
    <w:rsid w:val="00EF71F3"/>
    <w:rsid w:val="00EF764B"/>
    <w:rsid w:val="00F00F0A"/>
    <w:rsid w:val="00F10B31"/>
    <w:rsid w:val="00F10BC8"/>
    <w:rsid w:val="00F12017"/>
    <w:rsid w:val="00F15750"/>
    <w:rsid w:val="00F26ECB"/>
    <w:rsid w:val="00F306A3"/>
    <w:rsid w:val="00F30C55"/>
    <w:rsid w:val="00F33E35"/>
    <w:rsid w:val="00F47C64"/>
    <w:rsid w:val="00F50E4A"/>
    <w:rsid w:val="00F522B7"/>
    <w:rsid w:val="00F523FE"/>
    <w:rsid w:val="00F53948"/>
    <w:rsid w:val="00F71CCC"/>
    <w:rsid w:val="00F85A21"/>
    <w:rsid w:val="00F86DE5"/>
    <w:rsid w:val="00F924C8"/>
    <w:rsid w:val="00FA2BCA"/>
    <w:rsid w:val="00FA4EE9"/>
    <w:rsid w:val="00FA681D"/>
    <w:rsid w:val="00FB4768"/>
    <w:rsid w:val="00FC0451"/>
    <w:rsid w:val="00FD445A"/>
    <w:rsid w:val="00FE0EC3"/>
    <w:rsid w:val="00FE3C61"/>
    <w:rsid w:val="00FF2BF7"/>
    <w:rsid w:val="00FF2FF2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Titlu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Titlu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Titlu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1 Char"/>
    <w:basedOn w:val="Normal"/>
    <w:link w:val="AntetCaracter"/>
    <w:rsid w:val="00085DA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Fontdeparagrafimplicit"/>
    <w:rsid w:val="0056022E"/>
    <w:rPr>
      <w:color w:val="0000FF"/>
      <w:u w:val="single"/>
    </w:rPr>
  </w:style>
  <w:style w:type="paragraph" w:styleId="Corp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u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GrilTabel">
    <w:name w:val="Table Grid"/>
    <w:basedOn w:val="Tabel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A34505"/>
    <w:pPr>
      <w:spacing w:after="120" w:line="480" w:lineRule="auto"/>
    </w:pPr>
  </w:style>
  <w:style w:type="paragraph" w:styleId="Indentcorptex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u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Corp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Indentcorptex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Numrdepagin">
    <w:name w:val="page number"/>
    <w:basedOn w:val="Fontdeparagrafimplicit"/>
    <w:rsid w:val="00AD4D73"/>
  </w:style>
  <w:style w:type="paragraph" w:styleId="Indentcorptex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AntetCaracter">
    <w:name w:val="Antet Caracter"/>
    <w:aliases w:val=" Char1 Char Caracter"/>
    <w:basedOn w:val="Fontdeparagrafimplicit"/>
    <w:link w:val="Antet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Fontdeparagrafimplici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Fontdeparagrafimplici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81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 tA4</Template>
  <TotalTime>467</TotalTime>
  <Pages>3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2249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sorry</cp:lastModifiedBy>
  <cp:revision>203</cp:revision>
  <cp:lastPrinted>2008-12-03T09:58:00Z</cp:lastPrinted>
  <dcterms:created xsi:type="dcterms:W3CDTF">2011-12-08T09:19:00Z</dcterms:created>
  <dcterms:modified xsi:type="dcterms:W3CDTF">2013-11-07T14:15:00Z</dcterms:modified>
</cp:coreProperties>
</file>